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7F7" w:rsidRPr="006D06F9" w:rsidRDefault="002107F7" w:rsidP="002107F7">
      <w:pPr>
        <w:rPr>
          <w:rFonts w:ascii="Times New Roman" w:hAnsi="Times New Roman" w:cs="Times New Roman"/>
          <w:b/>
          <w:sz w:val="28"/>
          <w:szCs w:val="28"/>
        </w:rPr>
      </w:pPr>
      <w:r w:rsidRPr="006D06F9">
        <w:rPr>
          <w:rFonts w:ascii="Times New Roman" w:hAnsi="Times New Roman" w:cs="Times New Roman"/>
          <w:b/>
          <w:sz w:val="28"/>
          <w:szCs w:val="28"/>
        </w:rPr>
        <w:t>SUMÁRIO GERAL</w:t>
      </w:r>
      <w:bookmarkStart w:id="0" w:name="_GoBack"/>
      <w:bookmarkEnd w:id="0"/>
    </w:p>
    <w:p w:rsidR="002107F7" w:rsidRPr="006D06F9" w:rsidRDefault="002107F7" w:rsidP="002107F7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SEÇÃO I TERRITÓRIO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CAPÍTULO1 POSIÇÃO E EXTENSÃO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COORDENADAS GEOGRÁFICAS DOS PONTOS EXTREMOSESTADO DO RIO DE JANEIRO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AFASTAMENTO ENTRE OS PONTOS EXTREMOSESTADO DO RIO DE JANEIRO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CONFRONTAÇÃO E EXTENSÃO DA LINHA DIVISÓRIAESTADO DO RIO DE JANEIRO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ALTITUDE E COORDENADAS GEOGRÁFICAS DAS SEDES MUNICIPAISSEGUNDO AS REGIÕES DE GOVERNO E MUNICÍPIOSESTADO DO RIO DE JANEIRO - 1998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ÁREA TOTAL DOS MUNICÍPIOSESTADO DO RIO DE JANEIRO - 1998 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2 DIVISÃOTERRITORIAL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QUADRO 2.1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DIVISÃO POLÍTICO-ADMINISTRATIVA, SEGUNDO AS REGIÕES DE GOVERNO, MUNICÍPIOS, DISTRITOS E REGIÕES ADMINISTRATIVASESTADO DO RIO DE JANEIRO - 1998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QUADRO 2.2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DIVISÃO REGIONAL, POR MICRORREGIÕES GEOGRÁFICAS E MUNICÍPIOS, SEGUNDO AS REGIÕES DE GOVERNOESTADO DO RIO DE JANEIRO - 1998</w:t>
      </w:r>
    </w:p>
    <w:p w:rsidR="002107F7" w:rsidRPr="006D06F9" w:rsidRDefault="002107F7" w:rsidP="002107F7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SEÇÃO II DEMOGRAFIA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3 POPULAÇÃO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3.1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POPULAÇÃO RESIDENTE, SEGUNDO AS PRINCIPAIS CARACTERÍSTICASESTADO DO RIO DE JANEIRO - 1940-1996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3.2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POPULAÇÃO RESIDENTE, SEGUNDO AS REGIÕES DE GOVERNO E MUNICÍPIOSESTADO DO RIO DE JANEIRO - 1940-1996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3.3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POPULAÇÃO RESIDENTE, POR SITUAÇÃO DO DOMICÍLIO E SEXO, SEGUNDO OS GRUPOS DE IDADEESTADO DO RIO DE JANEIRO - 1996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3.4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POPULAÇÃO RESIDENTE ESTIMADA, SEGUNDO AS REGIÕES DE GOVERNO E MUNICÍPIOSESTADO DO RIO DE JANEIRO - 1990-2000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3.5 - POPULAÇÃO RESIDENTE, POR GRUPOS DE IDADE, SEGUNDO AS REGIÕES DE GOVERNO E MUNICÍPIOSESTADO DO RIO DE JANEIRO - 1996</w:t>
      </w:r>
    </w:p>
    <w:p w:rsidR="003848AC" w:rsidRPr="006D06F9" w:rsidRDefault="003848A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3.6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POPULAÇÃO RESIDENTE, POR SITUAÇÃO DO DOMICÍLIO E SEXO, SEGUNDO AS REGIÕES DE </w:t>
      </w:r>
      <w:r w:rsidRPr="006D06F9">
        <w:rPr>
          <w:rFonts w:ascii="Times New Roman" w:hAnsi="Times New Roman" w:cs="Times New Roman"/>
          <w:sz w:val="26"/>
          <w:szCs w:val="26"/>
        </w:rPr>
        <w:lastRenderedPageBreak/>
        <w:t>GOVERNOMUNICÍPIOS E DISTRITOSESTADO DO RIO DE JANEIRO - 1996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4 NASCIMENTOS E ÓBITOS</w:t>
      </w:r>
    </w:p>
    <w:p w:rsidR="005051D9" w:rsidRPr="006D06F9" w:rsidRDefault="005051D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4.1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NASCIDOS VIVOS, POR GRUPOS DE IDADE DA MÃE, SEGUNDO AS REGIÕESDE GOVERNO E MUNICÍPIOSESTADO DO RIO DE JANEIRO - 1995</w:t>
      </w:r>
    </w:p>
    <w:p w:rsidR="005051D9" w:rsidRPr="006D06F9" w:rsidRDefault="005051D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4.2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NASCIDOS VIVOS, POR GRAU DE INSTRUÇÃO DA MÃE, SEGUNDO AS REGIÕESDE GOVERNO E MUNICÍPIOS DO RIO DE JANEIRO - 1995</w:t>
      </w:r>
    </w:p>
    <w:p w:rsidR="005051D9" w:rsidRPr="006D06F9" w:rsidRDefault="005051D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4.3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NASCIDOS VIVOS, POR TIPO DE PARTO, SEGUNDO AS REGIÕES DE GOVERNO E MUNICÍPIOSESTADO DO RIO DE JANEIRO - 1995</w:t>
      </w:r>
    </w:p>
    <w:p w:rsidR="005051D9" w:rsidRPr="006D06F9" w:rsidRDefault="005051D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4.4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NASCIDOS VIVOS, POR PESO AO NASCER, SEGUNDO AS REGIÕES DE GOVERNO E MUNICÍPIOSESTADO DO RIO DE JANEIRO - 1995</w:t>
      </w:r>
    </w:p>
    <w:p w:rsidR="005051D9" w:rsidRPr="006D06F9" w:rsidRDefault="005051D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4.5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NASCIDOS VIVOS REGISTRADOS NO ANO, SEGUNDO AS REGIÕES DE GOVERNO EMUNICÍPIOS DE RESIDÊNCIA DA MÃEESTADO DO RIO DE JANEIRO - 1990-1995</w:t>
      </w:r>
    </w:p>
    <w:p w:rsidR="005051D9" w:rsidRPr="006D06F9" w:rsidRDefault="005051D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4.6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ÓBITOS, POR GRUPOS DE IDADE, SEGUNDO O SEXO E OS GRUPOS DE CAUSAESTADO DO RIO DE JANEIRO - 1996</w:t>
      </w:r>
    </w:p>
    <w:p w:rsidR="005051D9" w:rsidRPr="006D06F9" w:rsidRDefault="005051D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4.7 ÓBITOS, POR GRUPOS DE IDADE, SEGUNDO AS REGIÕES DE GOVERNO E MUNICÍPIOSESTADO DO RIO DE JANEIRO - 1996</w:t>
      </w:r>
    </w:p>
    <w:p w:rsidR="005051D9" w:rsidRPr="006D06F9" w:rsidRDefault="005051D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4.8 ÓBITOS, POR GRUPOS DE CAUSA, SEGUNDO AS REGIÕES DE GOVERNO E MUNICÍPIOSESTADO DO RIO DE JANEIRO - 1996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5 MIGRAÇÃO</w:t>
      </w:r>
    </w:p>
    <w:p w:rsidR="00F7428E" w:rsidRPr="006D06F9" w:rsidRDefault="00F7428E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5.1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POPULAÇÃO RESIDENTE, POR NATURALIDADE, SEGUNDO O SEXO E GRUPOS DE IDADEESTADO DO RIO DE JANEIRO - 1996</w:t>
      </w:r>
    </w:p>
    <w:p w:rsidR="00F7428E" w:rsidRPr="006D06F9" w:rsidRDefault="00F7428E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5.2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POPULAÇÃO RESIDENTE, POR SITUAÇÃO DO DOMICÍLIO E SEXO, SEGUNDO AS GRANDESREGIÕES E UNIDADES DA FEDERAÇÃO DE NASCIMENTOESTADO DO RIO DE JANEIRO - 1996</w:t>
      </w:r>
    </w:p>
    <w:p w:rsidR="00F7428E" w:rsidRPr="006D06F9" w:rsidRDefault="00F7428E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5.3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POPULAÇÃO, POR RESIDÊNCIA OU NATURALIDADE, SEGUNDO AS GRANDESREGIÕES E A UNIDADE DA FEDERAÇÃO DE ORIGEM OU NATURALIDADEESTADO DO RIO DE JANEIRO - 1996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6 FAMÍLIA E NUPCIALIDADE</w:t>
      </w:r>
    </w:p>
    <w:p w:rsidR="00215ADF" w:rsidRPr="006D06F9" w:rsidRDefault="00215ADF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6.1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CASAMENTOS, SEPARAÇÕES JUDICIAIS E DIVÓRCIOS, SEGUNDO AS REGIÕESDE GOVERNO E MUNICÍPIOSESTADO DO RIO DE JANEIRO - 1993-1994</w:t>
      </w:r>
    </w:p>
    <w:p w:rsidR="00215ADF" w:rsidRPr="006D06F9" w:rsidRDefault="00215ADF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6.2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CASAMENTOS, SEPARAÇÕES JUDICIAIS E DIVÓRCIOS, SEGUNDO O SEXO EOS GRUPOS DE IDADE (DO HOMEM E DA MULHER) ESTADO DO RIO DE JANEIRO - 1994</w:t>
      </w:r>
    </w:p>
    <w:p w:rsidR="00215ADF" w:rsidRPr="006D06F9" w:rsidRDefault="00215ADF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6.3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DE 15 ANOS OU MAIS, POR ESTADO CONJUGAL, SEGUNDO OSEXO E OS GRUPOS DE IDADEESTADO DO RIO DE JANEIRO - 1995</w:t>
      </w:r>
    </w:p>
    <w:p w:rsidR="00F7428E" w:rsidRPr="006D06F9" w:rsidRDefault="00215ADF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6.4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FAMÍLIAS E PESSOAS RESIDENTES EM DOMICÍLIOS PARTICULARES, POR CONDIÇÃO NAFAMÍLIA, SEGUNDO ALGUMAS CARACTERÍSTICAS DA PESSOA DE REFERÊNCIA DA FAMÍLIAESTADO DO RIO DE JANEIRO - 1996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7 INDICADORES DEMOGRÁFICOS</w:t>
      </w:r>
    </w:p>
    <w:p w:rsidR="00215ADF" w:rsidRPr="006D06F9" w:rsidRDefault="00215ADF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7.1 TAXA MÉDIA GEOMÉTRICA DE CRESCIMENTO ANUAL, TAXA DE URBANIZAÇÃO EDENSIDADE DEMOGRÁFICA, SEGUNDO AS REGIÕES DE GOVERNO E MUNICÍPIOSESTADO DO RIO DE JANEIRO - 1996</w:t>
      </w:r>
    </w:p>
    <w:p w:rsidR="00215ADF" w:rsidRPr="006D06F9" w:rsidRDefault="00215ADF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7.2 TAXA BRUTA DE NATALIDADE, SEGUNDO AS REGIÕES DE GOVERNO E MUNICÍPIOSESTADO DO RIO DE JANEIRO - 1985-1994</w:t>
      </w:r>
    </w:p>
    <w:p w:rsidR="00215ADF" w:rsidRPr="006D06F9" w:rsidRDefault="00215ADF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7.3 TAXA BRUTA DE MORTALIDADE, SEGUNDO AS REGIÕES DE GOVERNO E MUNICÍPIOSESTADO DO RIO DE JANEIRO - 1985-1995</w:t>
      </w:r>
    </w:p>
    <w:p w:rsidR="00215ADF" w:rsidRPr="006D06F9" w:rsidRDefault="00215ADF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7.4 TAXA DE MORTALIDADE INFANTIL, SEGUNDO AS REGIÕES DE GOVERNO E MUNICÍPIOSESTADO DO RIO DE JANEIRO - 1985-1994</w:t>
      </w:r>
    </w:p>
    <w:p w:rsidR="00215ADF" w:rsidRPr="006D06F9" w:rsidRDefault="00215ADF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7.5 TAXA MÉDIA GEOMÉTRICA DE CRESCIMENTO ANUAL, TAXA LÍQUIDA DE MIGRAÇÃO E TAXADE CRESCIMENTO VEGETATIVO, SEGUNDO AS REGIÕES DE GOVERNO E MUNICÍPIOSESTADO DO RIO DE JANEIRO - 1980/1991, 1991/1995</w:t>
      </w:r>
    </w:p>
    <w:p w:rsidR="00215ADF" w:rsidRPr="006D06F9" w:rsidRDefault="00215ADF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7.6 TAXAS DE NUPCIALIDADE, SEPARAÇÃO JUDICIAL E DIVÓRCIO, SEGUNDOAS REGIÕES DE GOVERNO E MUNICÍPIOSESTADO DO RIO DE JANEIRO - 1994</w:t>
      </w:r>
    </w:p>
    <w:p w:rsidR="00215ADF" w:rsidRPr="006D06F9" w:rsidRDefault="00215ADF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 xml:space="preserve">TABELA 7.7 RAZÃO DE SEXOS, ÍNDICE DE ENVELHECIMENTO E RAZÃO DE 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>DEPENDÊNCIA,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SEGUNDO AS REGIÕES DE GOVERNO E MUNICÍPIOSESTADO DO RIO DE JANEIRO - 1996</w:t>
      </w:r>
    </w:p>
    <w:p w:rsidR="002107F7" w:rsidRPr="006D06F9" w:rsidRDefault="002107F7" w:rsidP="002107F7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SEÇÃO III ÁREA SOCIAL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8 HABITAÇÃO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QUADRO 8.1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ÁREA ÚTIL MÉDIA E PREÇO MÉDIO MENSAL DOS PROJETOS RESIDENCIAIS LANÇADOS, POR NÚMERO DE QUARTOS, SEGUNDO AS REGIÕES DE GOVERNO E MUNICÍPIOS ESTADO DO RIO DE JANEIRO -1997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8.1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PRODUÇÃO DACOMPANHIA ESTADUAL DE HABITAÇÃO DO RIO DE JANEIRO, POR TIPO DE UNIDADE HABITACIONAL, SEGUNDO AS REGIÕES DE GOVERNO E MUNICÍPIOS ESTADO DO RIO DE JANEIRO -1997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8.2    UNIDADES RESIDENCIAIS LANÇADAS NO MUNICÍPIO DO RIO DE JANEIRO,SEGUNDO AS REGIÕES ADMINISTRATIVAS E OS BAIRROSMUNICÍPIO DO RIO DE JANEIRO - 1990-1997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9 SAÚDE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HOSPITAIS CREDENCIADOS, POR NATUREZA, SEGUNDO AS 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LEITOS CONTRATADOS EM HOSPITAIS CREDENCIADOS, POR NATUREZA DO HOSPITAL, SEGUNDO AS 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LEITOS CONTRATADOS EM HOSPITAIS CREDENCIADOS, POR ESPECIALIDADE, SEGUNDO AS 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INTERNAÇÕES EM HOSPITAIS CREDENCIADOS, POR NATUREZA DO HOSPITAL, SEGUNDO AS 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INTERNAÇÕES EM HOSPITAIS CREDENCIADOS, POR ESPECIALIDADE,SEGUNDO AS 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INTERNAÇÕES EM HOSPITAIS CREDENCIADOS, POR NATUREZA DO HOSPITAL, SEGUNDO A ESPECIALIDADEESTADO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VALOR TOTAL DAS INTERNAÇÕES EM HOSPITAIS CREDENCIADOS, POR ESPECIALIDADE, SEGUNDO AS 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VALOR TOTAL DAS INTERNAÇÕES EM HOSPITAIS CREDENCIADOS, POR TIPO DE SERVIÇO, SEGUNDO AS 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INDICADORES HOSPITALARES DOS HOSPITAIS CREDENCIADOS, SEGUNDO AS 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UNIDADES AMBULATORIAIS, POR TIPO DE UNIDADE, SEGUNDO ASREGIÕES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9.11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CAPACIDADE AMBULATORIAL INSTALADA, POR TIPO DE EQUIPAMENTO,SEGUNDO AS 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9.12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PROCEDIMENTOS AMBULATORIAIS, POR NATUREZA DO PRESTADOR,SEGUNDO AS 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9.13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PROCEDIMENTOS AMBULATORIAIS, POR NATUREZA DO PRESTADOR, SEGUNDO OS ITENS DE PROGRAMAÇÃOESTADO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9.14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VALOR TOTAL DOS PROCEDIMENTOS AMBULATORIAIS, POR NATUREZA DO PRESTADOR, SEGUNDO AS REGIÕES DE 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9.15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CASOS REGISTRADOS DAS PRINCIPAIS DOENÇAS, SEGUNDO AS REGIÕES DEGOVERNO E MUNICÍPIOSESTADO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9.16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CASOS DE AIDS POR SEXO, SEGUNDO OS GRUPOS DE IDADEESTADO DO RIO DE JANEIRO -1980/1997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9.17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CASOS DE  AIDS, POR ANO DE DIAGNÓSTICO, SEGUNDO O SEXO E OMODO DE TRANSMISSÃOESTADO DO RIO DE JANEIRO - 1982-1997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10 ASSISTÊNCIA SOCIAL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10.1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SERVIÇOS PRESTADOS PELAS BASES FÍSICAS DE OPERAÇÕES DE PROJETOSDA FUNDAÇÃO LEÃO XIIIESTADO DO RIO DE JANEIRO - 1993-1997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10.2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SERVIÇOS PRESTADOS PELAS BASES FÍSICAS DE OPERAÇÕES DE PROJETOS</w:t>
      </w:r>
      <w:r w:rsidR="00D71697" w:rsidRPr="006D06F9">
        <w:rPr>
          <w:rFonts w:ascii="Times New Roman" w:hAnsi="Times New Roman" w:cs="Times New Roman"/>
          <w:sz w:val="26"/>
          <w:szCs w:val="26"/>
        </w:rPr>
        <w:t>,</w:t>
      </w:r>
      <w:r w:rsidRPr="006D06F9">
        <w:rPr>
          <w:rFonts w:ascii="Times New Roman" w:hAnsi="Times New Roman" w:cs="Times New Roman"/>
          <w:sz w:val="26"/>
          <w:szCs w:val="26"/>
        </w:rPr>
        <w:t xml:space="preserve"> POR COORDENAÇÃO  DA FUNDAÇÃO LEÃO XIIIESTADO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10.3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SERVIÇOS PRESTADOS À POPULAÇÃO DE RUA PELOS CENTROS  DE RECUPERAÇÃOSOCIAL E DE TRIAGEM DA FUNDAÇÃO LEÃO ESTADO DO RIO DE JANEIRO -1997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10.4   RESUMO DE ATIVIDADE DO PROGRAMA COMUNIDADE SOLIDÁRIA, SEGUNDOAS REGIÕES DE GOVERNO E MUNICÍPIOS DO RIO DE JANEIRO -1997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10.5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NÚMERO DE UNIDADES, CRIANÇAS E ADOLESCENTES ATENDIDOS, SEGUNDO OSPROGRAMAS DA FUNDAÇÃO PARA A INFÂNCIA E ADOLESCÊNCIAESTADO DO RIO DE JANEIRO - 1997</w:t>
      </w:r>
    </w:p>
    <w:p w:rsidR="00C21860" w:rsidRPr="006D06F9" w:rsidRDefault="00C2186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10.6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NÚMERO DE CRIANÇAS E ADOLESCENTES ATENDIDOS, EM PROGRAMAS DA FUNDAÇÃO PARA A </w:t>
      </w:r>
      <w:r w:rsidRPr="006D06F9">
        <w:rPr>
          <w:rFonts w:ascii="Times New Roman" w:hAnsi="Times New Roman" w:cs="Times New Roman"/>
          <w:sz w:val="26"/>
          <w:szCs w:val="26"/>
        </w:rPr>
        <w:lastRenderedPageBreak/>
        <w:t>INFÂNCIA E ADOLESCÊNCIA, POR TIPO DE VIOLÊNCIA, SEGUNDO OS MUNICÍPIOSESTADO DO RIO DE JANEIRO -1997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11 EDUCAÇÃO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11.1 ESTABELECIMENTOS DE ENSINO EXISTENTES E PROFESSORES, POR DEPENDÊNCIA ADMINISTRATIVAE SALAS DE AULA EXISTENTES E UTILIZADAS, SEGUNDO AS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REGIÕES DE GOVERNO E MUNICÍPIOSESTADO DO RIO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ESTABELECIMENTOS, PESSOAL DOCENTE E MATRÍCULA INICIAL NA EDUCAÇÃO PRÉ-ESCOLAR, POR DEPENDÊNCIA ADMINISTRATIVA, SEGUNDO AS REGIÕES DE GOVERNO E MUNICÍPIOSESTADO DO RIO DE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ESTABELECIMENTOS, PESSOAL DOCENTE E MATRÍCULA INICIAL NA EDUCAÇÃO FUNDAMENTAL, POR DEPENDÊNCIA ADMINISTRATIVA, SEGUNDO AS REGIÕES DE GOVERNO E MUNICÍPIOSESTADO DO RIO DE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ESTABELECIMENTOS, PESSOAL DOCENTE E MATRÍCULA INICIAL NA EDUCAÇÃO MÉDIA, POR DEPENDÊNCIA ADMINISTRATIVA, SEGUNDO ASREGIÕES DE GOVERNO E  MUNICÍPIOSESTADO DO RIO DE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 xml:space="preserve">TABELA 11.5 MATRÍCULA INICIAL NA EDUCAÇÃO FUNDAMENTAL E MÉDIA, POR 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>SÉRIE,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SEGUNDO AS REGIÕES DE GOVERNO E MUNICÍPIOSESTADO DO RIO DE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MOVIMENTO E RENDIMENTO ESCOLAR NA EDUCAÇÃOFUNDAMENTAL E MÉDIA, SEGUNDO A SÉRIEESTADO DO RIO DE JANEIRO - 1996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CONCLUINTES DA EDUCAÇÃO FUNDAMENTAL E DA EDUCAÇÃO MÉDIA, POR DEPENDÊNCIAADMINISTRATIVA, SEGUNDO AS REGIÕES DE GOVERNO E MUNICÍPIOSESTADO DO RIO DE JANEIRO - 1996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 xml:space="preserve">TABELA 11.8 ESTABELECIMENTOS E MATRÍCULA INICIAL NA EDUCAÇÃO ESPECIAL, POR TIPODE 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>EXCEPCIONALIDADE ,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 SEGUNDO AS REGIÕES DE GOVERNO E MUNICÍPIOSESTADO DO RIO DE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11.9 ESTABELECIMENTOS, MATRÍCULAS E CONCLUSÕES, NO CURSO PRESENCIAL COM AVALIAÇÃO NO PROCESSO NA EDUCAÇÃO DE JOVENS E ADULTOS, POR NÍVEL, SEGUNDO AS REGIÕES DE GOVERNO E MUNICÍPIOS ESTADO DO RIO DE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ESTABELECIMENTOS E MATRÍCULAS NO CURSO PREPARATÓRIO PARA EXAMES SUPLETIVOS, POR </w:t>
      </w:r>
      <w:r w:rsidRPr="006D06F9">
        <w:rPr>
          <w:rFonts w:ascii="Times New Roman" w:hAnsi="Times New Roman" w:cs="Times New Roman"/>
          <w:sz w:val="26"/>
          <w:szCs w:val="26"/>
        </w:rPr>
        <w:lastRenderedPageBreak/>
        <w:t>NÍVEL, SEGUNDO AS REGIÕES DE GOVERNO E MUNICÍPIOSESTADO DO RIO DE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MATRÍCULAS NOS CURSOS  DO SENAC, POR ÁREA DE FORMAÇÃO,SEGUNDO AS REGIÕES DE GOVERNO E MUNICÍPIOSESTADO DO RIO DE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11.12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CONCLUSÕES NOS CURSOS  DO SENAC, POR ÁREA DE FORMAÇÃO,SEGUNDO AS REGIÕES DE GOVERNO E MUNICÍPIOSESTADO DO RIO DE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11.13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MATRÍCULAS NOS CURSOS DO SENAI, POR ÁREA DE ENSINO, SEGUNDO AS REGIÕESDE GOVERNO E MUNICÍPIOSESTADO DO RIO DE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11.14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CONCLUSÕES NOS CURSOS DO SENAI, POR ÁREA DE ENSINO, SEGUNDO AS REGIÕESDE GOVERNO E MUNICÍPIOSESTADO DO RIO DE JANEIRO - 1997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11.15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INSTITUIÇÕES DE ENSINO SUPERIOR, MATRÍCULAS E FUNÇÕES DOCENTES DA GRADUAÇÃO,POR NATUREZA DA INSTITUIÇÃO, SEGUNDO AS REGIÕES DE GOVERNO E MUNICÍPIOSESTADO DO RIO DE JANEIRO - 1996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11.16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DADOS GERAIS DA GRADUAÇÃO DO ENSINO SUPERIOR, SEGUNDO AÁREA DE CONHECIMENTOESTADO DO RIO DE JANEIRO - 1996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11.17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MATRÍCULAS NA GRADUAÇÃO DO ENSINO SUPERIOR, POR DEPENDÊNCIA ADMINISTRATIVADA INSTITUIÇÃO, SEGUNDO AS ÁREAS DE CONHECIMENTO E OS CURSOSESTADO DO RIO DE JANEIRO - 1996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11.18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FUNÇÕES DOCENTES DO PESSOAL EM EXERCÍCIO NA GRADUAÇÃO DO ENSINOSUPERIOR, POR GRAU DE FORMAÇÃO E POR REGIME DE TRABALHO, SEGUNDOA NATUREZA E A DEPENDÊNCIA ADMINISTRATIVA DA INSTITUIÇÃOESTADO DO RIO DE JANEIRO - 1996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11.19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TAXA DE ALFABETIZAÇÃO DA POPULAÇÃO DE 5 ANOS OU MAIS, PORGRUPOS DE IDADE, SEGUNDO A SITUAÇÃO DO DOMICÍLIOESTADO DO RIO DE JANEIRO - 1996</w:t>
      </w:r>
    </w:p>
    <w:p w:rsidR="00290AE9" w:rsidRPr="006D06F9" w:rsidRDefault="00290AE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11.20TAXA DE ESCOLARIZAÇÃO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DA POPULAÇÃO DE 4 A 6 ANOS E DE 7 A 14 ANOS, SEGUNDO AS REGIÕES DE GOVERNO E MUNICÍPIOSESTADO DO RIO DE JANEIRO - 1996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12 CIÊNCIA E TECNOLOGIA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DADOS GERAIS DA GRADUAÇÃO DA UENFESTADO DO RIO DE JANEIRO - 1993-1997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ALUNOS MATRICULADOS E CONCLUINTES, POR NÍVEL, NOS CURSOS DEPÓS-GRADUAÇÃO DA </w:t>
      </w:r>
      <w:r w:rsidRPr="006D06F9">
        <w:rPr>
          <w:rFonts w:ascii="Times New Roman" w:hAnsi="Times New Roman" w:cs="Times New Roman"/>
          <w:sz w:val="26"/>
          <w:szCs w:val="26"/>
        </w:rPr>
        <w:lastRenderedPageBreak/>
        <w:t>UENF,SEGUNDO AS ÁREAS DE CONHECIMENTOESTADO DO RIO DE JANEIRO - 1997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DADOS GERAIS DO CORPO DISCENTE DA GRADUAÇÃO DA UERJ ESTADO DO RIO DE JANEIRO - 1992-1997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ALUNOS MATRICULADOS NOS CURSOS DE PÓS-GRADUAÇÃO STRICTO SENSUDA UERJ, POR NÍVEL DO CURSO  E DOCENTES, SEGUNDO OS CURSOSESTADO DO RIO DE JANEIRO - 1997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BOLSISTAS NOS CURSOS DE PÓS-GRADUAÇÃO STRICTO SENSU DAUERJ, POR NÍVEL E  AGÊNCIA DE FOMENTO, SEGUNDO OS CURSOS ESTADO DO RIO DE JANEIRO - 1997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PRODUÇÃO CIENTÍFICA NOS CURSOS DE PÓS-GRADUAÇÃO STRICTO SENSUDA UERJ, POR TIPO DE PRODUÇÃO, SEGUNDO OS CURSOSESTADO DO RIO DE JANEIRO - 1997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BOLSAS, AUXÍLIOS CONCEDIDOS E DESPESAS EFETUADAS PELA FAPERJESTADO DO RIO DE JANEIRO - 1989- 1997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NÚMERO E VALOR DAS BOLSAS E AUXÍLIOS CONCEDIDOS PELA FAPERJ,POR ORIGEM DOS RECURSOS, SEGUNDO A INSTITUIÇÃOESTADO DO RIO DE JANEIRO - 1997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NÚMERO E VALOR DAS BOLSAS E AUXÍLIOS CONCEDIDOS PELA FAPERJ,POR ORIGEM DE RECURSOS, SEGUNDO A MODALIDADEESTADO DO RIO DE JANEIRO - 1997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NÚMERO E VALOR DAS BOLSAS E AUXÍLIOS CONCEDIDOS PELA FAPERJ,POR ORIGEM DOS RECURSOS, SEGUNDO AS ÁREAS DE CONHECIMENTOESTADO DO RIO DE JANEIRO - 1997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DADOS GERAIS DA PÓS-GRADUAÇÃO, SEGUNDO A INSTITUIÇÃOESTADO DO RIO DE JANEIRO - 1995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12.12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DADOS GERAIS DA PÓS-GRADUAÇÃO, SEGUNDO AS ÁREAS DE CONHECIMENTOESTADO DO RIO DE JANEIRO - 1995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12.13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CURSOS DE PÓS-GRADUAÇÃO, SEGUNDO OS CONCEITOS DE AVALIAÇÃODA FUNDAÇÃO COORDENAÇÃO DE APERFEIÇOAMENTO DE PESSOALDE NIVELSUPERIOR </w:t>
      </w:r>
      <w:r w:rsidR="001C1612" w:rsidRPr="006D06F9">
        <w:rPr>
          <w:rFonts w:ascii="Times New Roman" w:hAnsi="Times New Roman" w:cs="Times New Roman"/>
          <w:sz w:val="26"/>
          <w:szCs w:val="26"/>
        </w:rPr>
        <w:t>–</w:t>
      </w:r>
      <w:r w:rsidRPr="006D06F9">
        <w:rPr>
          <w:rFonts w:ascii="Times New Roman" w:hAnsi="Times New Roman" w:cs="Times New Roman"/>
          <w:sz w:val="26"/>
          <w:szCs w:val="26"/>
        </w:rPr>
        <w:t xml:space="preserve"> CAPESESTADO DO RIO DE JANEIRO - 1995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12.14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BOLSAS E VALOR DO DISPÊNDIO DISTRIBUÍDOS PELO CNPq, NO PAÍS ENO EXTERIOR,  PARA AS INSTITUIÇÕES DO ESTADO DO RIO DE JANEIRO, SEGUNDO A MODALIDADEESTADO DO RIO DE JANEIRO - 1996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 xml:space="preserve">TABELA 12.15 BOLSAS E 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>VALOR DO DISPÊNDIO DISTRIBUÍDOS PELO CNPq, NO PAÍSE NO EXTERIOR, PARA AS INSTITUIÇÕES DO ESTADO DO RIO DE JANEIRO, SEGUNDO AS ÁREAS DE CONHECIMENTOESTADO DO RIO DE JANEIRO - 1996</w:t>
      </w:r>
      <w:proofErr w:type="gramEnd"/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12.16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BOLSAS E VALOR DO DISPÊNDIO DISTRIBUÍDOS PELO CNPq, NO PAÍSE NO EXTERIOR, PARA AS INSTITUIÇÕES DO ESTADO DO RIO DE JANEIRO, SEGUNDO A MODALIDADEESTADO DO RIO DE JANEIRO - 1997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12.17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BOLSAS E VALOR DO DISPÊNDIO DISTRIBUÍDOS PELO CNPq, NO PAÍSE NO EXTERIOR, PARA AS INSTITUIÇÕES DO ESTADO DO RIO DE JANEIRO, SEGUNDO AS ÁREAS DE CONHECIMENTOESTADO DO RIO DE JANEIRO – 1997</w:t>
      </w:r>
    </w:p>
    <w:p w:rsidR="00CD70DC" w:rsidRPr="006D06F9" w:rsidRDefault="00CD70DC" w:rsidP="00AA66D3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6D06F9">
        <w:rPr>
          <w:rFonts w:ascii="Times New Roman" w:hAnsi="Times New Roman" w:cs="Times New Roman"/>
          <w:color w:val="000000"/>
          <w:sz w:val="26"/>
          <w:szCs w:val="26"/>
        </w:rPr>
        <w:t xml:space="preserve">TABELA 12.18 CERTIFICADOS DE QUALIDADE </w:t>
      </w:r>
      <w:proofErr w:type="gramStart"/>
      <w:r w:rsidRPr="006D06F9">
        <w:rPr>
          <w:rFonts w:ascii="Times New Roman" w:hAnsi="Times New Roman" w:cs="Times New Roman"/>
          <w:color w:val="000000"/>
          <w:sz w:val="26"/>
          <w:szCs w:val="26"/>
        </w:rPr>
        <w:t>EMITIDOS ,</w:t>
      </w:r>
      <w:proofErr w:type="gramEnd"/>
      <w:r w:rsidRPr="006D06F9">
        <w:rPr>
          <w:rFonts w:ascii="Times New Roman" w:hAnsi="Times New Roman" w:cs="Times New Roman"/>
          <w:color w:val="000000"/>
          <w:sz w:val="26"/>
          <w:szCs w:val="26"/>
        </w:rPr>
        <w:t xml:space="preserve"> POR TIPO DE CERTIFICAÇÃO NBR ISO-9000, SEGUNDO O RAMO DE ATIVIDADEESTADO DO RIO DE JANEIRO - 1998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13 CULTURA, ESPORTE E LAZER</w:t>
      </w:r>
    </w:p>
    <w:p w:rsidR="009C1A87" w:rsidRPr="006D06F9" w:rsidRDefault="009C1A87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13.1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CINEMAS, TEATROS, MUSEUS E BIBLIOTECAS SEGUNDO AS REGIÕESDE GOVERNO E MUNICÍPIOSESTADO DO RIO DE JANEIRO - 1997</w:t>
      </w:r>
    </w:p>
    <w:p w:rsidR="009C1A87" w:rsidRPr="006D06F9" w:rsidRDefault="009C1A87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13.2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CAPACIDADE DE PÚBLICO E FREQÜÊNCIA, SEGUNDO OS TEATROS ESTADUAIS MUNICÍPIO DO RIO DE JANEIRO -1997</w:t>
      </w:r>
    </w:p>
    <w:p w:rsidR="009C1A87" w:rsidRPr="006D06F9" w:rsidRDefault="009C1A87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13.3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FREQÜENCIA DE PÚBLICO, POR TIPO DE FREQÜENTADOR, SEGUNDO OS MUSEUS ESTADUAISESTADO DO RIO DE JANEIRO - 1996-1997</w:t>
      </w:r>
    </w:p>
    <w:p w:rsidR="009C1A87" w:rsidRPr="006D06F9" w:rsidRDefault="009C1A87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13.4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FREQÜÊNCIA DE PÚBLICO E ATIVIDADES CULTURAIS, POR TIPO, SEGUNDO AS BIBLIOTECAS ESTADUAISMUNICÍPIOS DO RIO DE JANEIRO E NITERÓI - 1996 - 1997</w:t>
      </w:r>
    </w:p>
    <w:p w:rsidR="00CD70DC" w:rsidRPr="006D06F9" w:rsidRDefault="009C1A87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13.5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LOCALIZAÇÃO E CAPACIDADE DE PÚBLICO, SEGUNDO OS ESTÁDIOS ESTADUAISMUNICÍPIOS DO RIO DE JANEIRO E NITERÓI - 1997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14 ASSOCIAÇÕES SINDICAIS E ORGANIZAÇÕES NÃO GOVERNAMENTAIS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QUADRO 14.1 ORGANIZAÇÕES NÃO GOVERNAMENTAIS ATUANTESESTADO DO RIO DE JANEIRO - 1994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14.1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OCUPADAS, DE 18 ANOS OU MAIS,  POR ASSOCIAÇÃOA SINDICATOS E SEXO, SEGUNDO OS GRUPOS DE IDADEESTADO DO RIO DE JANEIRO - 1995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14.2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OCUPADAS E ASSOCIADAS A SINDICATOS, DE 18 ANOS OU MAIS,POR TIPO DE SINDICATO, SEGUNDO ALGUMAS CARACTERÍSTICASESTADO DO RIO DE JANEIRO - 1996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15 JUSTIÇA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15.1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VARAS, POR TIPO DE JUÍZO, SEGUNDO AS REGIÕES DE GOVERNO E MUNICÍPIOSESTADO DO RIO DE JANEIRO - 1998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15.2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PROCESSOS E MOVIMENTO FORENSE NA PRIMEIRA INSTÂNCIA</w:t>
      </w:r>
      <w:r w:rsidR="00046B5E" w:rsidRPr="006D06F9">
        <w:rPr>
          <w:rFonts w:ascii="Times New Roman" w:hAnsi="Times New Roman" w:cs="Times New Roman"/>
          <w:sz w:val="26"/>
          <w:szCs w:val="26"/>
        </w:rPr>
        <w:t>,</w:t>
      </w:r>
      <w:r w:rsidRPr="006D06F9">
        <w:rPr>
          <w:rFonts w:ascii="Times New Roman" w:hAnsi="Times New Roman" w:cs="Times New Roman"/>
          <w:sz w:val="26"/>
          <w:szCs w:val="26"/>
        </w:rPr>
        <w:t xml:space="preserve"> SEGUNDO AS REGIÕES DE GOVERNO E MUNICÍPIOSESTADO DO RIO DE JANEIRO - 1997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15.3 -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JUÍZES, PROCESSOS RECEBIDOS E  VOTOS PROFERIDOS NO TRIBUNAL DEJUSTIÇA DO RIO DE JANEIROESTADO DO RIO DE JANEIRO - 1996-1997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15.4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JUÍZES, FEITOS JULGADOS, FEITOS RECEBIDOS E VOTOS PROFERIDOS,SEGUNDO OS ÓRGÃOS DO TRIBUNAL DE ALÇADA CÍVELESTADO DO RIO DE JANEIRO - 1996-1997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15.5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JUÍZES, FEITOS JULGADOS E DISTRIBUÍDOS NO TRIBUNALDE ALÇADA CRIMINALESTADO DO RIO DE JANEIRO - 1996-1997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15.6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ATENDIMENTO PRESTADO PELA DEFENSORIA PÚBLICA, SEGUNDOAS REGIÕES DE GOVERNO E MUNICÍPIOSESTADO DO RIO DE JANEIRO - 1997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15.7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JUNTAS, PROCESSOS AUTUADOS E SOLUCIONADOS E ARRECADAÇÃO DO TRIBUNALREGIONAL DO TRABALHO, SEGUNDO AS REGIÕES DE GOVERNO E MUNICÍPIOSESTADO DO RIO DE JANEIRO - 1997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15.8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ZONAS ELEITORAIS, LOCAIS DE VOTAÇÃO, SEÇÕES E ELEITORES,SEGUNDO AS REGIÕES DE GOVERNO E MUNICÍPIOSESTADO DO RIO DE JANEIRO - 1998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15.9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ELEITORES INSCRITOS, SEGUNDO AS REGIÕES DE GOVERNO E MUNICÍPIOSESTADO DO RIO DE JANEIRO - 1991-1997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15.10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CAPACIDADE E POPULAÇÃO CARCERÁRIA NO SISTEMAPENITENCIÁRIO, SEGUNDO O TIPO DE UNIDADE E AS UNIDADESESTADO DO RIO DE JANEIRO - 1995-1997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15.11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POPULAÇÃO CARCERÁRIA, SEGUNDO AS PRINCIPAIS CARACTERÍSTICASESTADO DO RIO DE JANEIRO - 1995-1997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15.12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POPULAÇÃO CARCERÁRIA NAS DELEGACIAS DEPOLÍCIA, SEGUNDO A SITUAÇÃO PRISIONALESTADO DO RIO DE JANEIRO - 1997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16 SEGURANÇA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OCORRÊNCIAS REGISTRADAS PELA POLÍCIA MILITAR, E EFETIVO, POR TIPO, SEGUNDO AS REGIÕES E UNIDADES POLICIAIS MILITARESESTADO DO RIO DE JANEIRO - 1996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OCORRÊNCIAS REGISTRADAS PELA POLÍCIA MILITAR, E EFETIVO, POR TIPO, SEGUNDO AS REGIÕES E UNIDADES POLICIAIS MILITARESESTADO DO RIO DE JANEIRO - 1997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OCORRÊNCIAS REGISTRADAS PELA POLÍCIA MILITAR, SEGUNDO OSGRUPOS, SUBGRUPOS E TIPOSESTADO DO RIO DE JANEIRO - 1991-1997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INFRAÇÕES PENAIS REGISTRADAS NA POLÍCIA CIVIL, SEGUNDO O TIPO DE OCORRÊNCIAESTADO DO RIO DE JANEIRO - 1989-1997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VÍTIMAS DE INFRAÇÕES PENAIS REGISTRADAS NA POLÍCIA CIVIL, POR DEPARTAMENTO E SEXO, SEGUNDO O TIPO DE INFRAÇÃOESTADO DO RIO DE JANEIRO - 1997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VÍTIMAS DE INFRAÇÕES PENAIS REGISTRADAS PELA POLÍCIA CIVIL, POR ANO E SEXO, SEGUNDO O TIPO DE INFRAÇÃO PENALESTADO DO RIO DE JANEIRO - 1996-1997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REGISTROS DE OCORRÊNCIAS REGISTRADAS PELA POLÍCIA CIVIL, PORDEPARTAMENTO E ANO, SEGUNDO OS TIPOS DE OCORRÊNCIA ESTADO DO RIO DE JANEIRO - 1996-1997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QUANTITATIVO DE POLICIAIS CIVIS LOTADOS NA CAPITAL, POR TIPO DEDELEGACIA, SEGUNDO OS RESPECTIVOS CARGOS E CLASSESESTADO DO RIO DE JANEIRO - 1998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16.9     QUANTITATIVO DE POLICIAIS CIVIS LOTADOS NA CAPITAL, POR TIPODE CARGO, SEGUNDO OS TIPOS DE DELEGACIAESTADO DO RIO DE JANEIRO - 1998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EMPRESAS DE SEGURANÇA PRIVADA CADASTRADAS, POR TIPO, E AUTORIZADAS, SEGUNDO AS REGIÕESDE GOVERNO E MUNICÍPIOSESTADO DO RIO DE JANEIRO - 1998</w:t>
      </w:r>
    </w:p>
    <w:p w:rsidR="009C1A87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SOCORROS PRESTADOS PELO CORPO DE BOMBEIROS, POR UNIDADE, SEGUNDO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16.12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SOCORROS PRESTADOS PELO CORPO DE BOMBEIROS, SEGUNDO O TIPO DE SOCORROESTADO DO RIO DE JANEIRO - 1992-1997 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16.13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SOCORRIDAS PELO GRUPAMENTO MARÍTIMO DO CORPO DEBOMBEIROS, SEGUNDO O SEXO E GRUPOS DE IDADE ESTADO DO RIO DE JANEIRO 1992-1997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16.14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SOCORRIDAS PELO GRUPAMENTO MARÍTIMO DO CORPO DEBOMBEIROS E ÓBITOS REGISTRADOS, SEGUNDO O LOCAL DE OCORRÊNCIAESTADO DO RIO DE JANEIRO 1992-1997</w:t>
      </w:r>
    </w:p>
    <w:p w:rsidR="00663122" w:rsidRPr="006D06F9" w:rsidRDefault="00663122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16.15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SOCORRIDAS PELO GRUPAMENTO MARÍTIMO DO CORPO DEBOMBEIROS E ÓBITOS REGISTRADOS, SEGUNDO O MÊS DE OCORRÊNCIAESTADO DO RIO DE JANEIRO 1992-1997</w:t>
      </w:r>
    </w:p>
    <w:p w:rsidR="002107F7" w:rsidRPr="006D06F9" w:rsidRDefault="002107F7" w:rsidP="002107F7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SEÇÃO IV INFRA-ESTRUTURA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17 SANEAMENTO</w:t>
      </w:r>
    </w:p>
    <w:p w:rsidR="00926808" w:rsidRPr="006D06F9" w:rsidRDefault="00926808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17.1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ECONOMIAS E LIGAÇÕES  FATURADAS DE ÁGUA DO SISTEMA CEDAE, PORCATEGORIA, SEGUNDO AS REGIÕES DE GOVERNO E MUNICÍPIOSESTADO DO RIO DE JANEIRO - 1997</w:t>
      </w:r>
    </w:p>
    <w:p w:rsidR="00926808" w:rsidRPr="006D06F9" w:rsidRDefault="00926808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17.2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ECONOMIAS E LIGAÇÕES FATURADAS DE ESGOTO DO SISTEMA CEDAE, POR CATEGORIAS, SEGUNDO AS  REGIÕES DE GOVERNO E MUNICÍPIOSESTADO DO RIO DE JANEIRO - 1997</w:t>
      </w:r>
    </w:p>
    <w:p w:rsidR="00926808" w:rsidRPr="006D06F9" w:rsidRDefault="00926808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17.3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CONSUMO FATURADO DE ÁGUA DO SISTEMA CEDAE, POR CATEGORIAS,SEGUNDO AS REGIÕES DE GOVERNO E MUNICÍPIOSESTADO DO RIO DE JANEIRO - 1997</w:t>
      </w:r>
    </w:p>
    <w:p w:rsidR="00926808" w:rsidRPr="006D06F9" w:rsidRDefault="00926808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17.4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SISTEMA DE ABASTECIMENTO DE ÁGUA DA COMPANHIA  ESTADUAL DE ÁGUAS EESGOTOS, SEGUNDO AS REGIÕES DE GOVERNO E LOCALIDADESESTADO DO RIO DE JANEIRO - 1995  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18 ENERGIA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RESERVAS PROVADAS DE GÁS NATURAL E DE ÓLEO, POR LOCAIS DE OCORRÊNCIA, SEGUNDO AS UNIDADES DA FEDERAÇÃO BRASIL - 1997 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PRODUÇÃO DE GÁS NATURAL E DE ÓLEO, POR LOCAISDE EXTRAÇÃO, SEGUNDO AS UNIDADES DA FEDERAÇÃO BRASIL - 1997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PRODUÇÃO DE DERIVADOS DE PETRÓLEOESTADO DO RIO DE JANEIRO - 1997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18.4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CONSUMO  DE  GÁS, POR TIPO, SEGUNDO AS CLASSES DE ONSUMIDORESESTADO DO RIO DE JANEIRO - 1997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CONSUMIDORES DE GÁS ENCANADO, SEGUNDO OS TIPOS DE GÁS E AS CLASSES DE CONSUMIDORESESTADO DO RIO DE JANEIRO - 1994 -1997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PRODUÇÃO DE ÓLEO, LGN E GÁS NATURAL ESTADO DO RIO DE JANEIRO - 1996-1997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CONSUMO  DE  GÁS, SEGUNDO O  TIPOESTADO DO RIO DE JANEIRO - 1994 -1997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POTENCIAL HIDRELÉTRICO, SEGUNDO OS PROPRIETÁRIOS E AS USINAS  EM OPERAÇÃOESTADO DO RIO DE JANEIRO - 1998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POTENCIAL HIDRELÉTRICO ESTIMADO REMANESCENTE,SEGUNDO AS USINAS EM ESTUDO E PROJETOESTADO DO RIO DE JANEIRO - 1998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POTENCIAL HIDRELÉTRICO ESTIMADO REMANESCENTE, SEGUNDO OS RIOSESTADO DO RIO DE JANEIRO - 1998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POTENCIAL DAS USINAS TERMOELÉTRICAS ESTADO DO RIO DE JANEIRO - 1998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18.12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CONSUMIDORES E CONSUMO DE ENERGIA ELÉTRICA, SEGUNDO AS REGIÕES DE GOVERNO, MUNICÍPIOS E EMPRESAS CONCESSIONÁRIAS ESTADO DO RIO DE JANEIRO - 1997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18.13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CONSUMO DE ENERGIA ELÉTRICA, POR CLASSES DE CONSUMIDORES, SEGUNDOAS REGIÕES DE GOVERNO, MUNICÍPIOS E EMPRESAS CONCESSIONÁRIASESTADO DO RIO DE JANEIRO - 1997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18.14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CONSUMIDORES DE ENERGIA ELÉTRICA, POR CLASSES DE CONSUMIDORES, SEGUNDO AS REGIÕES DE GOVERNO E  MUNICÍPIOS ESTADO DO RIO DE JANEIRO - 1997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18.15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CONSUMO ENERGÉTICO, SEGUNDO OS PRINCIPAIS SETORESESTADO DO RIO DE JANEIRO - 1992-1996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18.16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EVOLUÇÃO DA DEPENDÊNCIA EXTERNA DE  ENERGIA PRIMÁRIA E DE ELETRICIDADEESTADO DO RIO DE JANEIRO - 1992-1996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18.17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PRODUÇÃO DE ENERGIA PRIMÁRIA E SECUNDÁRIA, SEGUNDO AS REGIÕES DE GOVERNOESTADO DO RIO DE JANEIRO - 1995-1996 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18.18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POPULAÇÃO E CONSUMO DE ENERGIA, POR SETORES, SEGUNDO AS REGIÕES DE GOVERNO ESTADO DO RIO DE JANEIRO - 1996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19 TRANSPORTE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EXTENSÃO DA REDE RODOVIÁRIA, POR SITUAÇÃO FÍSICA, SEGUNDO O SISTEMA RODOVIÁRIOESTADO DO RIO DE JANEIRO - 1997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EXTENSÃO DA REDE RODOVIÁRIA, POR SITUAÇÃO FÍSICA, SEGUNDO O SISTEMA RODOVIÁRIOESTADO DO RIO DE JANEIRO - 1997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ACIDENTES E VÍTIMAS POR GRAVIDADE, SEGUNDO AS RODOVIAS ESTADUAISESTADO DO RIO DE JANEIRO - 1997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ACIDENTES POR TIPO, SEGUNDO RODOVIAS ESTADUAIS, FEDERAIS EPERÍMETRO URBANOESTADO DO RIO DE JANEIRO - 1997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MOVIMENTO PORTUÁRIO, POR TIPO DE NAVEGAÇÃO, SEGUNDO A NATUREZA DA CARGA E PORTOSESTADO DO RIO DE JANEIRO - 1996-1997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EMBARCAÇÕES EM MOVIMENTO,SEGUNDO OS TIPOS DE NAVEGAÇÃO E OS PORTOSESTADO DO RIO DE JANEIRO - 1994-1997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19.7MOVIMENTO DE AERONAVES, DE PASSAGEIROS, DE CARGA E DE CORREIO, POR AEROPORTOSESTADO DO RIO DE JANEIRO 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INDICADORES DO TRANSPORTE AÉREO NACIONAL E REGIONAL DO RIO DE JANEIRO, SEGUNDO OS PRINCIPAIS AEROPORTOS DE ORIGEM E DESTINOESTADO DO RIO DE JANEIRO - 1995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QUANTIDADE DE VIAGENS, PASSAGEIROS, LINHAS  E EMPRESAS DOS TERMINAISADMINISTRADOS PELA CODERTE E PELA SOCICAM ESTADO DO RIO DE JANEIRO - 1996-1997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DEMANDA E OFERTA DO SISTEMA INTERMUNICIPAL DE TRANSPORTEPOR ÔNIBUS, POR TIPO DE SERVIÇOESTADO DO RIO DE JANEIRO - 1995-1997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PASSAGEIROS TRANSPORTADOS E RECEITA OPERACIONAL DA FLUMITRENS, SEGUNDO OS RAMAIS E ESTAÇÕES DE EMBARQUEESTADO DO RIO DE JANEIRO - 1996 - 1997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19.12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ENTRADA DE PASSAGEIROS NO METRO, SEGUNDO AS LINHAS E ESTAÇÕES DE EMBARQUEMUNICÍPIO DO RIO DE JANEIRO - 1995-1997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19.13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BILHETES VENDIDOS PELO METRO, SEGUNDO OS TIPOS DE BILHETEMUNICÍPIO DO RIO DE JANEIRO - 1995-1997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19.14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 OPERACIONAL DO METRO, SEGUNDO A ORIGEMMUNICÍPIO DO RIO DE JANEIRO - 1995-1997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19.15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PASSAGEIROS TRANSPORTADOS E VIAGENS REALIZADAATRAVÉS DA BAÍA DE GUANABARA E DA BAÍA DE SEPETIBA, SEGUNDO O TRAJETO E TIPO DE EMBARCAÇÃOESTADO DO RIO DE JANEIRO - 1996-1997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19.16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 E QUANTIDADE DE VALES-TRANSPORTE VENDIDOSESTADO DO RIO DE JANEIRO - 1995-1997</w:t>
      </w:r>
    </w:p>
    <w:p w:rsidR="00090390" w:rsidRPr="006D06F9" w:rsidRDefault="0009039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19.17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QUANTIDADE DE VEÍCULOS EMPLACADOS, POR ANO DE FABRICAÇÃO E PORTIPO DE VEÍCULO, SEGUNDO AS REGIÕES DE GOVERNO E MUNICÍPIOSESTADO DO RIO DE JANEIRO - 1997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20 COMUNICAÇÕES</w:t>
      </w:r>
    </w:p>
    <w:p w:rsidR="00926808" w:rsidRPr="006D06F9" w:rsidRDefault="00926808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20.1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TERMINAIS TELEFÔNICOS INSTALADOS E TELEFONES PÚBLICOS,SEGUNDO AS REGIÕES DEGOVERNO  E MUNICÍPIOSESTADO DO RIO DE JANEIRO - 1997</w:t>
      </w:r>
    </w:p>
    <w:p w:rsidR="00926808" w:rsidRPr="006D06F9" w:rsidRDefault="00926808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20.2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AGÊNCIAS DE CORREIOS E POSTOS DE VENDAS DE PRODUTOS, POR TIPO, SEGUNDOAS REGIÕES DE GOVERNO E MUNICÍPIOSESTADO DO RIO DE JANEIRO - 1997</w:t>
      </w:r>
    </w:p>
    <w:p w:rsidR="00926808" w:rsidRPr="006D06F9" w:rsidRDefault="00926808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20.3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TRÁFEGO POSTAL, SEGUNDO O TIPO DE SERVIÇOESTADO DO RIO DE JANEIRO - 1996-1997</w:t>
      </w:r>
    </w:p>
    <w:p w:rsidR="002107F7" w:rsidRPr="006D06F9" w:rsidRDefault="002107F7" w:rsidP="002107F7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SEÇÃO V ECONOMIA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21 TRABALHO E PREVIDÊNCIA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DE 10 ANOS OU MAIS DE IDADE, POR CONDIÇÃO DE ATIVIDADE E SEXO, SEGUNDO A SITUAÇÃO DO DOMICÍLIOESTADO DO RIO DE JANEIRO - 1996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DE 10 ANOS OU MAIS DE IDADE, POR CONDIÇÃO DEATIVIDADE, SEGUNDO GRUPOS DE IDADEESTADO DO RIO DE JANEIRO - 1996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DE 10 ANOS OU MAIS DE IDADE, POR CONDIÇÃO DE ATIVIDADE E DE OCUPAÇÃO, SEGUNDO RAMOS DE ATIVIDADE NO TRABALHO PRINCIPALESTADO DO RIO DE JANEIRO - 1996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EMPREGADOS DE 10 ANOS OU MAIS DE IDADE, POR CATEGORIA DO EMPREGO NO TRABALHO PRINCIPAL DA SEMANA DE REFERÊNCIA, SEGUNDOGRUPOS DE IDADE E SEXOESTADO DO RIO DE JANEIRO - 1996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21.5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DE 10 ANOS OU MAIS DE IDADE, NA SEMANA DE REFERÊNCIA, COM MAIS DE UM TRABALHOPOR POSIÇÃO NA OCUPAÇÃO NO TRABALHO PRINCIPAL E POSIÇÃO NA OCUPAÇÃO NO TRABALHO SECUNDÁRIOESTADO DO RIO DE JANEIRO - 1996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DE 10 ANOS OU MAIS DE IDADE, OCUPADAS NA SEMANA DE REFERÊNCIA, POR POSIÇÃO NA OCUPAÇÃO NO TRABALHO PRINCIPAL, SEGUNDO SEXO E RAMOS DE ATIVIDADE NO TRABALHO PRINCIPALESTADO DO RIO DE JANEIRO - 1996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DISTRIBUIÇÃO PERCENTUAL DAS PESSOAS OCUPADAS, POR RAMOS DE ATIVIDADEREGIÃO METROPOLITANA DO RIO DE JANEIRO - 1990-1997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TAXA ANUAL DE DESEMPREGO ABERTO, POR RAMOS DE ATIVIDADEREGIÃO METROPOLITANA DO RIO DE JANEIRO - 1993 - 1997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 MENSAL DE EMPREGO, POR RAMOS DE ATIVIDADEESTADO DO RIO DE JANEIRO - 1996-1997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DESLIGAMENTOS E ADMISSÕES, POR RAMOS DE ATIVIDADEESTADO DO RIO DE JANEIRO - 1996 -1997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TAXA DE ROTATIVIDADE, POR RAMOS DE ATIVIDADEESTADO DO RIO DE JANEIRO - 1996-1997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21.12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DE 10 ANOS OU MAIS DE IDADE, OCUPADAS NA SEMANA, E VALOR DO RENDIMENTO MÉDIO MENSAL, SEGUNDO A POSIÇÃO NA OCUPAÇÃO NO TRABALHOPRINCIPAL E CLASSES DE RENDIMENTO MENSALESTADO DO RIO DE JANEIRO - 1996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21.13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PESSOAS DE 10 ANOS OU MAIS DE IDADE, OCUPADAS NA SEMANA, POR CLASSES DE RENDIMENTO MENSAL, SEGUNDO RAMOS DE ATIVIDADE DO TRABALHO PRINCIPALESTADO DO RIO DE JANEIRO  - 1996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21.14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EMPREGADOS DE 10 ANOS OU MAIS DE IDADE E VALOR DO RENDIMENTO MÉDIO, SEGUNDO A CATEGORIA DO EMPREGO, CLASSE DE RENDIMENTO MENSAL NOTRABALHO PRINCIPAL, POR EMPREGADOSESTADO DO RIO DE JANEIRO - 1996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21.15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RENDIMENTO MÉDIO NOMINAL DAS PESSOAS OCUPADAS, POR RAMOS DE ATIVIDADE E POSIÇÃO NA OCUPAÇÃOREGIÃO METROPOLITANA DO RIO DE JANEIRO - 1996-1997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21.16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ÍNDICE DO RENDIMENTO MÉDIO REAL NO TRABALHO PRINCIPAL, POR POSIÇÃO NA OCUPAÇÃO, </w:t>
      </w:r>
      <w:r w:rsidRPr="006D06F9">
        <w:rPr>
          <w:rFonts w:ascii="Times New Roman" w:hAnsi="Times New Roman" w:cs="Times New Roman"/>
          <w:sz w:val="26"/>
          <w:szCs w:val="26"/>
        </w:rPr>
        <w:lastRenderedPageBreak/>
        <w:t>SEGUNDO RAMOS DE ATIVIDADEREGIÃO METROPOLITANA DO RIO DE JANEIRO - 1991 -1997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21.17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NÚMERO DE PESSOAS OCUPADAS POR GRAU DE INSTRUÇÃO, SEGUNDO OS SUBSETORES DE ATIVIDADEESTADO DO RIO DE JANEIRO - 1994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21.18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NÚMERO DE PESSOAS OCUPADAS POR GRAU DE INSTRUÇÃO, SEGUNDO OS SUBSETORES DE ATIVIDADEESTADO DO RIO DE JANEIRO - 1995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21.19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NÚMERO DE PESSOAS OCUPADAS POR CLASSES DE RENDIMENTO,SEGUNDO OS SUBSETORES DE ATIVIDADEESTADO DO RIO DE JANEIRO - 1994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21.20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NÚMERO DE PESSOAS OCUPADAS POR CLASSES DE RENDIMENTO,SEGUNDO OS SUBSETORES DE ATIVIDADESESTADO DO RIO DE JANEIRO - 1995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21.21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VALOR MENSAL DAS DESPESAS DO INSS PELAS PRINCIPAIS RUBRICASESTADO DO RIO DE JANEIRO - 1996 - 1997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21.22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VALOR MENSAL DAS RECEITAS DO FUNDO DE PREVIDÊNCIA EASSISTÊNCIA SOCIAL PELAS PRINCIPAIS RUBRICASESTADO DO RIO DE JANEIRO - 1996 -1997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21.23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VALOR E NÚMERO TOTAL DE GUIAS DE RECOLHIMENTOS EFETUADOSPELAS EMPRESAS AO FUNDO DE PREVIDÊNCIA E ASSISTÊNCIA SOCIALESTADO DO RIO DE JANEIRO - 1996 -1997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21.24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QUANTIDADE E VALOR DE BENEFÍCIOS EM MANUTENÇÃO POR CLIENTELA, SEGUNDO A LOCALIZAÇÃOESTADO DO RIO DE JANEIRO - 1988 - 1996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21.25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QUANTIDADE E VALOR DE BENEFÍCIOS EMITIDOS POR POSTO DE BENEFÍCIOS, SEGUNDO AS REGIÕES DE GOVERNO E MUNICÍPIOSESTADO DO RIO DE JANEIRO -  1995-1996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21.26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E DESPESAS DO IPERJ, SEGUNDO O TIPO ESTADO DO RIO DE JANEIRO - 1990-1997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22 AGROPECUÁRIA, EXTRATIVISMO E PESCA</w:t>
      </w:r>
    </w:p>
    <w:p w:rsidR="008B2A10" w:rsidRPr="006D06F9" w:rsidRDefault="008B2A10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22.1   ESTABELECIMENTOS E ÁREA, POR GRUPOS DE ÁREA, SEGUNDO AS REGIÕES DE GOVERNO E MUNICÍPIOSESTADO DO RIO DE JANEIRO - 1996</w:t>
      </w:r>
    </w:p>
    <w:p w:rsidR="00FB060E" w:rsidRPr="006D06F9" w:rsidRDefault="00FB060E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22.2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DADOS GERAIS DOS CENSOS AGROPECUÁRIOS ESTADO DO RIO DE JANEIRO - 1970-1995/96</w:t>
      </w:r>
    </w:p>
    <w:p w:rsidR="00FB060E" w:rsidRPr="006D06F9" w:rsidRDefault="00FB060E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22.3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ÁREA COLHIDA, QUANTIDADE PRODUZIDA  E VALOR, SEGUNDO AS CULTURAS PERMANENTE E </w:t>
      </w:r>
      <w:r w:rsidRPr="006D06F9">
        <w:rPr>
          <w:rFonts w:ascii="Times New Roman" w:hAnsi="Times New Roman" w:cs="Times New Roman"/>
          <w:sz w:val="26"/>
          <w:szCs w:val="26"/>
        </w:rPr>
        <w:lastRenderedPageBreak/>
        <w:t>TEMPORÁRIA E HORTICULTURAESTADO DO RIO DE JANEIRO - 1996</w:t>
      </w:r>
    </w:p>
    <w:p w:rsidR="00FB060E" w:rsidRPr="006D06F9" w:rsidRDefault="00FB060E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22.4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ÁREA COLHIDA E QUANTIDADE PRODUZIDA DA CANA-DE-AÇÚCAR,SEGUNDO AS REGIÕES DE GOVERNO E MUNICÍPIOS ESTADO DO RIO DE JANEIRO - 1996</w:t>
      </w:r>
    </w:p>
    <w:p w:rsidR="00FB060E" w:rsidRPr="006D06F9" w:rsidRDefault="00FB060E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22.5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PRODUÇÃO COLHIDA, ÁREA COLHIDA E PRODUTIVIDADE OBTIDA,SEGUNDO OS PRODUTOSESTADO DO RIO DE JANEIRO - 1997</w:t>
      </w:r>
    </w:p>
    <w:p w:rsidR="00FB060E" w:rsidRPr="006D06F9" w:rsidRDefault="00FB060E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22.6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ABATE DE ANIMAIS, SEGUNDO O TIPO DE INSPEÇÃOESTADO DO RIO DE JANEIRO - 1994-1997</w:t>
      </w:r>
    </w:p>
    <w:p w:rsidR="00FB060E" w:rsidRPr="006D06F9" w:rsidRDefault="00FB060E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22.7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EFETIVO DOS PRINCIPAIS REBANHOS, SEGUNDO AS REGIÕES DE GOVERNO E MUNICÍPIOSESTADO DO RIO DE JANEIRO - 1996</w:t>
      </w:r>
    </w:p>
    <w:p w:rsidR="00FB060E" w:rsidRPr="006D06F9" w:rsidRDefault="00FB060E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22.8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EFETIVO DE VACAS ORDENHADAS, DA PRODUÇÃO DE LEITE E DE OVOS DE GALINHA, SEGUNDO AS REGIÕES DE GOVERNO E MUNICÍPIOSESTADO DO RIO DE JANEIRO - 1996</w:t>
      </w:r>
    </w:p>
    <w:p w:rsidR="00FB060E" w:rsidRPr="006D06F9" w:rsidRDefault="00FB060E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22.9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DESEMBARQUE DE PESCA MARÍTIMA, SEGUNDO ASREGIÕES DE GOVERNO E MUNICÍPIOSESTADO DO RIO DE JANEIRO -1994-1997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23 INDÚSTRIA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23.1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NÚMERO DE ESTABELECIMENTOS INDUSTRIAIS POR TAMANHO, SEGUNDO AS CLASSES E GÊNEROS ESTADO DO RIO DE JANEIRO - 1992-1994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23.2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TAXA DE CRESCIMENTO ANUAL DA INDÚSTRIA EXTRATIVA MINERALE DE TRANSFORMAÇÃO, SEGUNDO OS GÊNEROSESTADO DO RIO DE JANEIRO - 1993-1997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23.3   INDICADORES CONJUNTURAIS DA INDÚSTRIA, SEGUNDO CLASSES E GÊNEROS ESTADO DO RIO DE JANEIRO - 1995-1997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23.4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ÍNDICES DE DESEMPENHO DA INDÚSTRIA DE TRANSFORMAÇÃO, SEGUNDO OS GÊNEROSESTADO DO RIO DE JANEIRO - 1995-1997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23.5  PRODUÇÃO, VENDAS E EXPORTAÇÃO DOS PRINCIPAIS PRODUTOS FABRICADOSNO ESTADO, SEGUNDO OS PRODUTOSESTADO DO RIO DE JANEIRO - 1993-1997 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23.6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CONTRATAÇÕES, LANÇAMENTOS , ENTREGAS DE EMBARCAÇÕES DE PORTE ACIMA DE 1000 TPB E PESSOAL OCUPADO , SEGUNDO OS ESTALEIROS E TIPOSESTADO DO RIO DE JANEIRO - 1995-1997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23.7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PRODUÇÃO DE  CHASSIS DE ÔNIBUSESTADO DO RIO DE JANEIRO - 1996 - 1997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23.8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BALANÇO DE CIMENTO PORTLAND ESTADO DO RIO DE JANEIRO - 1993-1997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23.9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PROJETOS IMPLANTADOS, EM IMPLANTAÇÃO E EM ELABORAÇÃO,SEGUNDO OS DISTRITOS  INDUSTRIAISESTADO DO RIO DE JANEIRO - 1995-1997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24 COMÉRCIO E SERVIÇOS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24.1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NÚMERO DE ESTABELECIMENTOS COMERCIAIS E DE SERVIÇOS, POR TAMANHO, SEGUNDO OS GÊNEROS ESTADO DO RIO DE JANEIRO - 1992-1994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24.2    INDICADORES CONJUNTURAIS DO COMÉRCIO VAREJISTA, SEGUNDO AS ATIVIDADES, GRUPO DE PRODUTOS E CLASSES DE PESSOAL OCUPADOREGIÃO METROPOLITANA DO RIO DE JANEIRO - 1996 - 1997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24.3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TAXA REAL DE CRESCIMENTO ANUAL  DO FATURAMENTODO COMÉRCIO VAREJISTA, SEGUNDO OS RAMOS DE ATIVIDADEMUNICÍPIO DO RIO DE JANEIRO - 1993-1997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24.4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MOVIMENTO DO SERVIÇO DE PROTEÇÃO AO CRÉDITOMUNICÍPIO DO RIO DE JANEIRO - 1993-1997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24.5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HORTIGRANJEIROS COMERCIALIZADOS NA CEASA, NAS UNIDADES  RIO DE JANEIRO E SÃO GONÇALO, SEGUNDO OS ESTADOS DE ORIGEMESTADO DO RIO DE JANEIRO - 1997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24.6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HORTIGRANJEIROS COMERCIALIZADOS NA CEASA , POR ESPÉCIE E SEGUNDO AS UNIDADESESTADO DO RIO DE JANEIRO - 1996-1997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24.7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 DE EXPORTAÇÃO DE MERCADORIAS PRODUZIDAS NO ESTADO,SEGUNDO O GRAU DE ELABORAÇÃO DAS MERCADORIASESTADO DO RIO DE JANEIRO - 1993-1997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24.8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EXPORTAÇÃO DE MERCADORIAS PRODUZIDAS NO ESTADO, SEGUNDO OS MERCADOS COMPRADORESESTADO DO RIO DE JANEIRO - 1993-1997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24.9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EXPORTAÇÃO DE MERCADORIAS PRODUZIDAS NO ESTADO, SEGUNDO AS PRINCIPAIS EMPRESAS EXPORTADORASESTADO DO RIO DE JANEIRO - 1993-1997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24.10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PRINCIPAIS EXPORTADORAS FLUMINENSES PARA O MERCADO COMUM DO SUL -MERCOSUL, POR PAÍSES IMPORTADORES E PRODUTOSESTADO DO RIO DE JANEIRO - 1997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24.11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ABERTURA, CONSTITUIÇÃO E EXTINÇÃO DE EMPRESAS, SEGUNDO O TIPO EMPRESARIAL ESTADO DO RIO  JANEIRO - 1996 - 1997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24.12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ENQUADRAMENTO E DESENQUADRAMENTO DEMICROEMPRESAS, SEGUNDO O TIPO EMPRESARIAL ESTADO DO RIO JANEIRO - 1996 - 1997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6D06F9">
        <w:rPr>
          <w:rFonts w:ascii="Times New Roman" w:hAnsi="Times New Roman" w:cs="Times New Roman"/>
          <w:sz w:val="26"/>
          <w:szCs w:val="26"/>
        </w:rPr>
        <w:t>TABELA.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24.13  CISÃO, FUSÃO, INCORPORAÇÃO E TRANSFORMAÇÃODE EMPRESAS, SEGUNDO O TIPO EMPRESARIAL ESTADO DO RIO JANEIRO - 1995 - 1997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25 TURISMO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25.1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HÓSPEDES REGISTRADOS NOS HOTÉIS CLASSIFICADOSESTADO DO RIO DE JANEIRO - 1996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25.2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PERCENTUAL DE TURISTAS NACIONAIS E  ESTRANGEIROS REGISTRADOS EM HOTÉISCLASSIFICADOS, POR MÊS, SEGUNDO ALGUMAS CARACTERÍSTICASESTADO DO RIO DE JANEIRO - 1996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25.3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PERCENTUAL DE TURISTAS NACIONAIS E  ESTRANGEIROS REGISTRADOS EM HOTÉISCLASSIFICADOS, POR MÊS, SEGUNDO ALGUMAS CARACTERÍSTICASESTADO DO RIO DE JANEIRO-1997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25.4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DISTRIBUIÇÃO PERCENTUAL DE TURISTAS NACIONAIS E ESTRANGEIROS,REGISTRADOS NOS HOTÉIS CLASSIFICADOS, POR IDADE, SEGUNDO SEXO  E MÊSESTADO DO RIO DE JANEIRO - 1996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25.5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DISTRIBUIÇÃO PERCENTUAL DE HÓSPEDES NACIONAIS E ESTRANGEIROS REGISTRADOSNOS HOTÉIS CLASSIFICADOS,SEGUNDO LOCAL DE RESIDÊNCIA PERMANENTEESTADO DO RIO DE JANEIRO - 1996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25.6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DISTRIBUIÇÃO PERCENTUAL DE HÓSPEDES NACIONAIS E ESTRANGEIROSREGISTRADOS NOS HOTÉIS, SEGUNDO LOCAL DE RESIDÊNCIA PERMANENTEESTADO DO RIO DE JANEIRO -1997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25.7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PRINCIPAIS VARIÁVEIS TURÍSTICAS DE INFRA-ESTRUTURA E NÍVEL DE ATIVIDADE ECONÔMICAESTADO DO RIO DE JANEIRO - 1994-1996</w:t>
      </w:r>
    </w:p>
    <w:p w:rsidR="00A072C1" w:rsidRPr="006D06F9" w:rsidRDefault="00A072C1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25.8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INFRA-ESTRUTURA HOTELEIRA, POR HOTÉIS, LEITOS E UNIDADES HABITACIONAIS, SEGUNDO AS REGIÕES DE GOVERNO E MUNICÍPIOSESTADO DO RIO DE JANEIRO - 1997   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26 ATIVIDADES FINANCEIRAS E ÍNDICE DE PREÇOS</w:t>
      </w:r>
    </w:p>
    <w:p w:rsidR="007C752B" w:rsidRPr="006D06F9" w:rsidRDefault="007C752B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26.1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AGÊNCIAS BANCÁRIAS POR TIPOS DE BANCOS, SEGUNDO AS REGIÕES DE GOVERNO E MUNICÍPIOSESTADO DO RIO DE JANEIRO - 1996 - 1997</w:t>
      </w:r>
    </w:p>
    <w:p w:rsidR="007C752B" w:rsidRPr="006D06F9" w:rsidRDefault="007C752B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26.2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 DE PREÇOS AO CONSUMIDOR - RIO DE JANEIRO - IPC-RJMUNICÍPIO DO RIO DE JANEIRO - 1993-1997</w:t>
      </w:r>
    </w:p>
    <w:p w:rsidR="007C752B" w:rsidRPr="006D06F9" w:rsidRDefault="007C752B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26.3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 DO CUSTO DA CONSTRUÇÃO CIVIL - RIO DE JANEIRO - ICC-RJMUNICÍPIO DO RIO DE JANEIRO - 1995-1997</w:t>
      </w:r>
    </w:p>
    <w:p w:rsidR="007C752B" w:rsidRPr="006D06F9" w:rsidRDefault="007C752B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26.4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VOLUME DE NEGÓCIOS E QUANTIDADE DE TÍTULOSNA BOLSA DE VALORES DO RIO DE JANEIROESTADO DO RIO DE JANEIRO - 1995-1997</w:t>
      </w:r>
    </w:p>
    <w:p w:rsidR="007C752B" w:rsidRPr="006D06F9" w:rsidRDefault="007C752B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26.5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 DE FECHAMENTO DA BOLSA DE VALORES DO RIO DE JANEIROESTADO DO RIO DE JANEIRO -1993 - 1997</w:t>
      </w:r>
    </w:p>
    <w:p w:rsidR="007C752B" w:rsidRPr="006D06F9" w:rsidRDefault="007C752B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26.6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APLICAÇÕES E DEPÓSITOS TOTAIS NAS AGÊNCIAS BANCÁRIAS, SEGUNDO AS REGIÕES DE GOVERNO E MUNICÍPIOSESTADO DO RIO DE JANEIRO - 1997</w:t>
      </w:r>
    </w:p>
    <w:p w:rsidR="007C752B" w:rsidRPr="006D06F9" w:rsidRDefault="007C752B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26.7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NÚMERO  DE OPERAÇÕES E VALORES DOS DESEMBOLSOS EFETUADOSPELO BANCO NACIONAL DE DESENVOLVIMENTO ECONÔMICO E SOCIAL, SEGUNDO OS AGENTES FINANCEIROSESTADO DO RIO DE JANEIRO - 1995 - 1997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27 FINANÇAS PÚBLICAS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FEDERAIS ARRECADADAS, SEGUNDO AS ORIGENSESTADO DO RIO DE JANEIRO - 1995-1997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ESTADUAIS ARRECADADAS, SEGUNDO AS ORIGENSESTADO DO RIO DE JANEIRO - 1995-1997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ARRECADAÇÃO DO IMPOSTO SOBRE CIRCULAÇÃO DE MERCADORIAS - ICMS, SEGUNDO OS GÊNEROS DE ATIVIDADE ECONÔMICAESTADO DO RIO DE JANEIRO - 1995-1997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ARRECADAÇÃO DO IMPOSTO SOBRE CIRCULAÇÃO DE MERCADORIAS - ICMS, SEGUNDO AS REGIÕES DE GOVERNO E MUNICÍPIOSESTADO DO RIO DE JANEIRO - 1995-1997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VALORES DISTRIBUÍDOS DO IMPOSTO SOBRE CIRCULAÇÃO DEMERCADORIAS - ICMS, SEGUNDO AS REGIÕES DE GOVERNO E MUNICÍPIOSESTADO DO RIO DE JANEIRO - 1995-1997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ARRECADAÇÃO DO IMPOSTO SOBRE PROPRIEDADE DE VEÍCULOS AUTOMOTORES - IPVA, SEGUNDO AS REGIÕES DE GOVERNO E MUNICÍPIOSESTADO DO RIO DE JANEIRO - 1995-1997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27.7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VALORES DISTRIBUÍDOS DO IMPOSTO SOBRE PROPRIEDADE DE VEÍCULOSAUTOMOTORES - IPVA, SEGUNDO AS REGIÕES DE GOVERNO E MUNICÍPIOSESTADO DO RIO DE JANEIRO - 1995-1997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ARRECADAÇÃO DO IMPOSTO SOBRE TRANSMISSÃO "CAUSA MORTIS"E DOAÇÃO - ITD, SEGUNDO AS REGIÕES DE GOVERNO E MUNICÍPIOSESTADO DO RIO DE JANEIRO - 1995-1997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VALORES DISTRIBUÍDOS DO IMPOSTO SOBRE PRODUTOS INDUSTRIALIZADOS - IPI E DOS ROYALTIES DO PETRÓLEO, SEGUNDO AS REGIÕES DE GOVERNO E MUNICÍPIOSESTADO DO RIO DE JANEIRO - 1995-1997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VALOR ADICIONADO FISCAL, SEGUNDO AS REGIÕES DE GOVERNO E MUNICÍPIOS ESTADO DO RIO DE JANEIRO - 1994-1996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CORRENTES MUNICIPAIS, SEGUNDO AS REGIÕES DE GOVERNOE MUNICÍPIOSESTADO DO RIO DE JANEIRO - 1994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27.12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TRIBUTÁRIAS MUNICIPAIS, SEGUNDO AS REGIÕES DEGOVERNO E MUNICÍPIOSESTADO DO RIO DE JANEIRO - 1994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27.13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DE CAPITAL MUNICIPAIS, SEGUNDO AS REGIÕES DE GOVERNOE MUNICÍPIOSESTADO DO RIO DE JANEIRO - 1994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27.14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CORRENTES MUNICIPAIS, SEGUNDO AS REGIÕES DE GOVERNO E MUNICÍPIOSESTADO DO RIO DE JANEIRO - 1995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27.15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TRIBUTÁRIAS MUNICIPAIS, SEGUNDO AS REGIÕES DE GOVERNOE MUNICÍPIOSESTADO DO RIO DE JANEIRO - 1995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27.16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DE CAPITAL MUNICIPAIS, SEGUNDO AS REGIÕES DE GOVERNOE MUNICÍPIOSESTADO DO RIO DE JANEIRO - 1995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27.17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CORRENTES MUNICIPAIS, SEGUNDO AS REGIÕES DE GOVERNOE MUNICÍPIOSESTADO DO RIO DE JANEIRO - 1996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27.18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TRIBUTÁRIAS MUNICIPAIS, SEGUNDO AS REGIÕES DE GOVERNO EMUNICÍPIOSESTADO DO RIO DE JANEIRO - 1996</w:t>
      </w:r>
    </w:p>
    <w:p w:rsidR="00B8191B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27.19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RECEITAS  DE CAPITAL MUNICIPAIS, SEGUNDO AS REGIÕES DE GOVERNO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E MUNICÍPIOSESTADO DO RIO DE JANEIRO - 1996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27.20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REALIZADAS, SEGUNDO AS CATEGORIAS ECONÔMICAS E ELEMENTOS ESTADO DO RIO DE JANEIRO - 1995-1997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27.21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REALIZADAS, SEGUNDO OS ÓRGÃOSESTADO DO RIO DE JANEIRO - 1995-1996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27.22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REALIZADAS, SEGUNDO AS FUNÇÕES DE GOVERNOESTADO DO RIO DE JANEIRO - 1994-1996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27.23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CORRENTES MUNICIPAIS, SEGUNDO AS REGIÕES DE GOVERNO E MUNICÍPIOSESTADO DO RIO DE JANEIRO - 1994</w:t>
      </w:r>
    </w:p>
    <w:p w:rsidR="00B8191B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27.24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DE CAPITAL MUNICIPAIS, SEGUNDO AS REGIÕES DE GOVERNO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E MUNICÍPIOSESTADO DO RIO DE JANEIRO - 1994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27.25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REALIZADAS POR FUNÇÕES DE GOVERNO, SEGUNDO AS REGIÕES DE GOVERNO E MUNICÍPIOSESTADO DO RIO DE JANEIRO - 1994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27.26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CORRENTES MUNICIPAIS, SEGUNDO AS REGIÕES DE GOVERNO E MUNICÍPIOSESTADO DO RIO DE JANEIRO - 1995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27.27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DE CAPITAL MUNICIPAIS, SEGUNDO AS REGIÕES DE GOVERNO E MUNICÍPIOSESTADO DO RIO DE JANEIRO - 1995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27.28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REALIZADAS POR FUNÇÕES DE GOVERNO, SEGUNDO AS REGIÕES DE GOVERNO E MUNICÍPIOSESTADO DO RIO DE JANEIRO - 1995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27.29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CORRENTES MUNICIPAIS, SEGUNDO AS REGIÕES DEGOVERNO E MUNICÍPIOS ESTADO DO RIO DE JANEIRO - 1996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27.30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DE CAPITAL MUNICIPAIS, SEGUNDO AS REGIÕES DE GOVERNO E MUNICÍPIOS ESTADO DO RIO DE JANEIRO - 1996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27.31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REALIZADAS POR FUNÇÕES DE GOVERNO, SEGUNDO AS REGIÕES DE GOVERNO E MUNICÍPIOSESTADO DO RIO DE JANEIRO - 1996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27.32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 DE PARTICIPAÇÃO DOS MUNICÍPIOS, NA ARRECADAÇÃO DO ICMS</w:t>
      </w:r>
      <w:r w:rsidR="00B8191B" w:rsidRPr="006D06F9">
        <w:rPr>
          <w:rFonts w:ascii="Times New Roman" w:hAnsi="Times New Roman" w:cs="Times New Roman"/>
          <w:sz w:val="26"/>
          <w:szCs w:val="26"/>
        </w:rPr>
        <w:t xml:space="preserve">, </w:t>
      </w:r>
      <w:r w:rsidRPr="006D06F9">
        <w:rPr>
          <w:rFonts w:ascii="Times New Roman" w:hAnsi="Times New Roman" w:cs="Times New Roman"/>
          <w:sz w:val="26"/>
          <w:szCs w:val="26"/>
        </w:rPr>
        <w:t>SEGUNDO AS REGIÕES DE GOVERNO E MUNICÍPIOSESTADO DO RIO DE JANEIRO - 1980-1989</w:t>
      </w:r>
    </w:p>
    <w:p w:rsidR="00C546F3" w:rsidRPr="006D06F9" w:rsidRDefault="00C546F3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27.33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 DE PARTICIPAÇÃO DOS MUNICÍPIOS, NA ARRECADAÇÃO DO ICMSSEGUNDO AS REGIÕES DE GOVERNO E MUNICÍPIOSESTADO DO RIO DE JANEIRO - 1990-1998</w:t>
      </w:r>
    </w:p>
    <w:p w:rsidR="002107F7" w:rsidRPr="006D06F9" w:rsidRDefault="002107F7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CAPÍTULO 28 CONTABILIDADE SOCIAL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ESTIMATIVAS DO PRODUTO INTERNO BRUTO, A CUSTO DE FATORESESTADO DO RIO DE JANEIRO - 1980-1997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ESTIMATIVAS DO PRODUTO INTERNO BRUTO A CUSTO DE FATORES, A PREÇOS CORRENTES, POR SETOR DE ATIVIDADEESTADO DO RIO DE JANEIRO - 1980-1997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ÍNDICES DO PRODUTO REAL, POR SETOR DE ATIVIDADEESTADO DO RIO DE JANEIRO - 1980-1997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ESTIMATIVAS DO PRODUTO INTERNO BRUTO DO SETOR INDUSTRIAL, A PREÇOS CORRENTES, A CUSTO DE FATORES, POR RAMOSESTADO DO RIO DE JANEIRO - 1980-1997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ÍNDICES DO PRODUTO REAL DO SETOR INDUSTRIAL, POR RAMOSESTADO DO RIO DE JANEIRO - 1980-1997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TAXA DE CRESCIMENTO ANUAL DO PRODUTO REAL, SEGUNDO AS CLASSES E RAMOS DE ATIVIDADEESTADO DO RIO DE JANEIRO - 1981-1997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PRODUTO INTERNO BRUTO PER CAPITAESTADO DO RIO DE JANEIRO - 1980-1997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ESTIMATIVAS DO PRODUTO INTERNO BRUTO, A PREÇOS CORRENTES, A CUSTO DE FATORES, SEGUNDO AS REGIÕES DE GOVERNO E MUNICÍPIOSESTADO DO RIO DE JANEIRO - 1990-1996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ESTIMATIVAS DO PRODUTO INTERNO BRUTO PER CAPITA, A PREÇOS CORRENTES, SEGUNDO AS REGIÕES DE GOVERNO E MUNICÍPIOSESTADO DO RIO DE JANEIRO - 1990-1996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 DO PRODUTO INTERNO BRUTO PER CAPITA, SEGUNDO AS REGIÕES DE GOVERNO E MUNICÍPIOSESTADO DO RIO DE JANEIRO - 1990 -1996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ÍNDICES DO PRODUTO REAL, SEGUNDO AS REGIÕES DE GOVERNO E MUNICÍPIOSESTADO DO RIO DE JANEIRO - 1990-1996</w:t>
      </w:r>
    </w:p>
    <w:p w:rsidR="00864564" w:rsidRPr="006D06F9" w:rsidRDefault="00864564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28.12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ÍNDICES DO PRODUTO REAL PER CAPITA,SEGUNDO AS REGIÕES DE GOVERNO E MUNICÍPIOSESTADO DO RIO DE JANEIRO - 1990-1996</w:t>
      </w:r>
    </w:p>
    <w:p w:rsidR="002107F7" w:rsidRPr="006D06F9" w:rsidRDefault="001A3022" w:rsidP="002107F7">
      <w:pPr>
        <w:pStyle w:val="Ttulo1"/>
        <w:rPr>
          <w:rFonts w:ascii="Times New Roman" w:hAnsi="Times New Roman" w:cs="Times New Roman"/>
          <w:sz w:val="26"/>
          <w:szCs w:val="26"/>
        </w:rPr>
      </w:pPr>
      <w:proofErr w:type="gramStart"/>
      <w:r w:rsidRPr="006D06F9">
        <w:rPr>
          <w:rFonts w:ascii="Times New Roman" w:hAnsi="Times New Roman" w:cs="Times New Roman"/>
          <w:sz w:val="26"/>
          <w:szCs w:val="26"/>
        </w:rPr>
        <w:t>SEÇÃO VI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 ADMINISTRAÇÃO ESTADUAL</w:t>
      </w:r>
    </w:p>
    <w:p w:rsidR="00864564" w:rsidRPr="006D06F9" w:rsidRDefault="001A3022" w:rsidP="002107F7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CAPÍTULO 29 RECURSOS HUM</w:t>
      </w:r>
      <w:r w:rsidR="00864564" w:rsidRPr="006D06F9">
        <w:rPr>
          <w:rFonts w:ascii="Times New Roman" w:hAnsi="Times New Roman" w:cs="Times New Roman"/>
          <w:sz w:val="26"/>
          <w:szCs w:val="26"/>
        </w:rPr>
        <w:t>ANOS NA ADMINISTRAÇÃO ESTADUAL</w:t>
      </w:r>
    </w:p>
    <w:p w:rsidR="00C772C9" w:rsidRPr="006D06F9" w:rsidRDefault="00C772C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lastRenderedPageBreak/>
        <w:t>TABELA 29.1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QUANTITATIVO DE PESSOAL, SEGUNDO OS PODERES E O MINISTÉRIO PÚBLICOESTADO DO RIO DE JANEIRO - 1996 - 1997</w:t>
      </w:r>
    </w:p>
    <w:p w:rsidR="00C772C9" w:rsidRPr="006D06F9" w:rsidRDefault="00C772C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29.2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QUANTITATIVO DE PESSOAL DO  </w:t>
      </w:r>
      <w:proofErr w:type="spellStart"/>
      <w:r w:rsidRPr="006D06F9">
        <w:rPr>
          <w:rFonts w:ascii="Times New Roman" w:hAnsi="Times New Roman" w:cs="Times New Roman"/>
          <w:sz w:val="26"/>
          <w:szCs w:val="26"/>
        </w:rPr>
        <w:t>DO</w:t>
      </w:r>
      <w:proofErr w:type="spellEnd"/>
      <w:r w:rsidRPr="006D06F9">
        <w:rPr>
          <w:rFonts w:ascii="Times New Roman" w:hAnsi="Times New Roman" w:cs="Times New Roman"/>
          <w:sz w:val="26"/>
          <w:szCs w:val="26"/>
        </w:rPr>
        <w:t xml:space="preserve"> PODER EXECUTIVO DA ADMINISTRAÇÃO DIRETA ESTADO DO RIO DE JANEIRO - 1996 - 1997</w:t>
      </w:r>
    </w:p>
    <w:p w:rsidR="00C772C9" w:rsidRPr="006D06F9" w:rsidRDefault="00C772C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29.3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QUANTITATIVO DE PESSOAL DO PODER EXECUTIVO DA ADMINISTRAÇÃO INDIRETA, SEGUNDO AS AUTARQUIASESTADO DO RIO DE JANEIRO - 1996 - 1997</w:t>
      </w:r>
    </w:p>
    <w:p w:rsidR="00C772C9" w:rsidRPr="006D06F9" w:rsidRDefault="00C772C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29.4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QUANTITATIVO DE PESSOAL DO PODER EXECUTIVO DA ADMINISTRAÇÃO INDIRETA, SEGUNDO AS EMPRESASESTADO DO RIO DE JANEIRO - 1996 - 1997 </w:t>
      </w:r>
    </w:p>
    <w:p w:rsidR="00C772C9" w:rsidRPr="006D06F9" w:rsidRDefault="00C772C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29.5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QUANTITATIVO DE PESSOAL DO PODER EXECUTIVO DA ADMINISTRAÇÃO INDIRETA, SEGUNDO AS FUNDAÇÕESESTADO DO RIO DE JANEIRO - 1996 - 1997</w:t>
      </w:r>
    </w:p>
    <w:p w:rsidR="00C772C9" w:rsidRPr="006D06F9" w:rsidRDefault="00C772C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29.6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COM  PESSOAL, SEGUNDO OS PODERES E O MINISTÉRIO PÚBLICO, ESTADO DO RIO DE JANEIRO - 1996 - 1997</w:t>
      </w:r>
    </w:p>
    <w:p w:rsidR="00C772C9" w:rsidRPr="006D06F9" w:rsidRDefault="00C772C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29.7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COM  PESSOAL  DO PODER EXECUTIVO DA ADMINISTRAÇÃO DIRETAESTADO DO RIO DE JANEIRO - 1996 - 1997</w:t>
      </w:r>
    </w:p>
    <w:p w:rsidR="00C772C9" w:rsidRPr="006D06F9" w:rsidRDefault="00C772C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29.8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COM PESSOAL DO PODER EXECUTIVO DA ADMINISTRAÇÃOINDIRETA, SEGUNDO AS AUTARQUIAS ESTADO DO RIO DE JANEIRO - 1996 - 1997</w:t>
      </w:r>
    </w:p>
    <w:p w:rsidR="00C772C9" w:rsidRPr="006D06F9" w:rsidRDefault="00C772C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29.9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 xml:space="preserve">DESPESAS DE PESSOAL DO PODER EXECUTIVO DA  ADMINISTRAÇÃO INDIRETA, SEGUNDO AS EMPRESASESTADO DO RIO DE JANEIRO - 1996 - 1997 </w:t>
      </w:r>
    </w:p>
    <w:p w:rsidR="00C772C9" w:rsidRPr="006D06F9" w:rsidRDefault="00C772C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29.10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DESPESAS DE PESSOAL DO PODER EXECUTIVO DA ADMINISTRAÇÃO INDIRETA, SEGUNDO AS FUNDAÇÕESESTADO DO RIO DE JANEIRO - 1996 - 1997</w:t>
      </w:r>
    </w:p>
    <w:p w:rsidR="001A3022" w:rsidRPr="006D06F9" w:rsidRDefault="00C772C9" w:rsidP="00AA66D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6D06F9">
        <w:rPr>
          <w:rFonts w:ascii="Times New Roman" w:hAnsi="Times New Roman" w:cs="Times New Roman"/>
          <w:sz w:val="26"/>
          <w:szCs w:val="26"/>
        </w:rPr>
        <w:t>TABELA 29.11</w:t>
      </w:r>
      <w:proofErr w:type="gramStart"/>
      <w:r w:rsidRPr="006D06F9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6D06F9">
        <w:rPr>
          <w:rFonts w:ascii="Times New Roman" w:hAnsi="Times New Roman" w:cs="Times New Roman"/>
          <w:sz w:val="26"/>
          <w:szCs w:val="26"/>
        </w:rPr>
        <w:t>CAPACITAÇÃO DE PESSOAL DO SERVIÇO PÚBLICO ESTADUAL REALIZADAPELA FESP, SEGUNDO OS PROGRAMAS E PROJETOS ESTADO DO RIO DE JANEIRO -  1997</w:t>
      </w:r>
    </w:p>
    <w:sectPr w:rsidR="001A3022" w:rsidRPr="006D06F9" w:rsidSect="0090429F">
      <w:pgSz w:w="12242" w:h="15842" w:code="1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5FF" w:rsidRDefault="00AE35FF" w:rsidP="002107F7">
      <w:r>
        <w:separator/>
      </w:r>
    </w:p>
  </w:endnote>
  <w:endnote w:type="continuationSeparator" w:id="1">
    <w:p w:rsidR="00AE35FF" w:rsidRDefault="00AE35FF" w:rsidP="00210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5FF" w:rsidRDefault="00AE35FF" w:rsidP="002107F7">
      <w:r>
        <w:separator/>
      </w:r>
    </w:p>
  </w:footnote>
  <w:footnote w:type="continuationSeparator" w:id="1">
    <w:p w:rsidR="00AE35FF" w:rsidRDefault="00AE35FF" w:rsidP="002107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9C4"/>
    <w:multiLevelType w:val="multilevel"/>
    <w:tmpl w:val="A2DED1E8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C21860"/>
    <w:rsid w:val="00006532"/>
    <w:rsid w:val="00046B5E"/>
    <w:rsid w:val="00090390"/>
    <w:rsid w:val="001A3022"/>
    <w:rsid w:val="001C1612"/>
    <w:rsid w:val="001F17D5"/>
    <w:rsid w:val="002107F7"/>
    <w:rsid w:val="00215ADF"/>
    <w:rsid w:val="00290AE9"/>
    <w:rsid w:val="003848AC"/>
    <w:rsid w:val="003F2F1F"/>
    <w:rsid w:val="004263C3"/>
    <w:rsid w:val="005051D9"/>
    <w:rsid w:val="00531F37"/>
    <w:rsid w:val="00581DF9"/>
    <w:rsid w:val="00663122"/>
    <w:rsid w:val="006D06F9"/>
    <w:rsid w:val="006E73E6"/>
    <w:rsid w:val="00722DCD"/>
    <w:rsid w:val="007305A9"/>
    <w:rsid w:val="0075075E"/>
    <w:rsid w:val="007C752B"/>
    <w:rsid w:val="00864564"/>
    <w:rsid w:val="008B2A10"/>
    <w:rsid w:val="0090429F"/>
    <w:rsid w:val="0092296A"/>
    <w:rsid w:val="00926808"/>
    <w:rsid w:val="0093277A"/>
    <w:rsid w:val="009443FC"/>
    <w:rsid w:val="00953CD2"/>
    <w:rsid w:val="00990F3E"/>
    <w:rsid w:val="009C126E"/>
    <w:rsid w:val="009C1A87"/>
    <w:rsid w:val="00A072C1"/>
    <w:rsid w:val="00AA66D3"/>
    <w:rsid w:val="00AE35FF"/>
    <w:rsid w:val="00B27338"/>
    <w:rsid w:val="00B8191B"/>
    <w:rsid w:val="00C21860"/>
    <w:rsid w:val="00C546F3"/>
    <w:rsid w:val="00C772C9"/>
    <w:rsid w:val="00CD70DC"/>
    <w:rsid w:val="00D64F59"/>
    <w:rsid w:val="00D71697"/>
    <w:rsid w:val="00DF1F34"/>
    <w:rsid w:val="00E54544"/>
    <w:rsid w:val="00F7428E"/>
    <w:rsid w:val="00FB060E"/>
    <w:rsid w:val="00FB7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7F7"/>
    <w:pPr>
      <w:spacing w:before="240"/>
    </w:pPr>
    <w:rPr>
      <w:rFonts w:ascii="Calibri" w:hAnsi="Calibri" w:cs="Calibri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2107F7"/>
    <w:pPr>
      <w:numPr>
        <w:numId w:val="1"/>
      </w:numPr>
      <w:overflowPunct w:val="0"/>
      <w:autoSpaceDE w:val="0"/>
      <w:autoSpaceDN w:val="0"/>
      <w:adjustRightInd w:val="0"/>
      <w:textAlignment w:val="baseline"/>
      <w:outlineLvl w:val="0"/>
    </w:p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2107F7"/>
    <w:pPr>
      <w:numPr>
        <w:ilvl w:val="1"/>
      </w:numPr>
      <w:spacing w:before="0"/>
      <w:outlineLvl w:val="1"/>
    </w:p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AA66D3"/>
    <w:pPr>
      <w:numPr>
        <w:ilvl w:val="2"/>
      </w:num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B27338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B27338"/>
    <w:pPr>
      <w:tabs>
        <w:tab w:val="center" w:pos="4419"/>
        <w:tab w:val="right" w:pos="8838"/>
      </w:tabs>
    </w:pPr>
  </w:style>
  <w:style w:type="character" w:styleId="Refdecomentrio">
    <w:name w:val="annotation reference"/>
    <w:basedOn w:val="Fontepargpadro"/>
    <w:semiHidden/>
    <w:rsid w:val="00B27338"/>
    <w:rPr>
      <w:sz w:val="16"/>
    </w:rPr>
  </w:style>
  <w:style w:type="paragraph" w:styleId="Textodecomentrio">
    <w:name w:val="annotation text"/>
    <w:basedOn w:val="Normal"/>
    <w:semiHidden/>
    <w:rsid w:val="00B27338"/>
  </w:style>
  <w:style w:type="character" w:customStyle="1" w:styleId="Ttulo1Char">
    <w:name w:val="Título 1 Char"/>
    <w:basedOn w:val="Fontepargpadro"/>
    <w:link w:val="Ttulo1"/>
    <w:uiPriority w:val="9"/>
    <w:rsid w:val="002107F7"/>
    <w:rPr>
      <w:rFonts w:ascii="Calibri" w:hAnsi="Calibri" w:cs="Calibri"/>
      <w:sz w:val="22"/>
      <w:szCs w:val="22"/>
    </w:rPr>
  </w:style>
  <w:style w:type="character" w:customStyle="1" w:styleId="Ttulo2Char">
    <w:name w:val="Título 2 Char"/>
    <w:basedOn w:val="Fontepargpadro"/>
    <w:link w:val="Ttulo2"/>
    <w:uiPriority w:val="9"/>
    <w:rsid w:val="002107F7"/>
    <w:rPr>
      <w:rFonts w:ascii="Calibri" w:hAnsi="Calibri" w:cs="Calibri"/>
      <w:b/>
      <w:sz w:val="22"/>
      <w:szCs w:val="22"/>
    </w:rPr>
  </w:style>
  <w:style w:type="character" w:customStyle="1" w:styleId="Ttulo3Char">
    <w:name w:val="Título 3 Char"/>
    <w:basedOn w:val="Fontepargpadro"/>
    <w:link w:val="Ttulo3"/>
    <w:uiPriority w:val="9"/>
    <w:rsid w:val="00AA66D3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nu&#225;rio\Prontos\Anu&#225;rio_1997\Sumari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Sumario</Template>
  <TotalTime>238</TotalTime>
  <Pages>25</Pages>
  <Words>7004</Words>
  <Characters>36377</Characters>
  <Application>Microsoft Office Word</Application>
  <DocSecurity>0</DocSecurity>
  <Lines>303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ANUÁRIO ESTATÍSTICO DO ESTADO DO RIO DE JANEIRO - 1995/96.</vt:lpstr>
    </vt:vector>
  </TitlesOfParts>
  <Company>CIDE</Company>
  <LinksUpToDate>false</LinksUpToDate>
  <CharactersWithSpaces>43295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ANUÁRIO ESTATÍSTICO DO ESTADO DO RIO DE JANEIRO - 1995/96.</dc:title>
  <dc:subject/>
  <dc:creator>Moyses N. Santos</dc:creator>
  <cp:keywords/>
  <dc:description/>
  <cp:lastModifiedBy>moyses</cp:lastModifiedBy>
  <cp:revision>12</cp:revision>
  <cp:lastPrinted>1997-03-28T18:03:00Z</cp:lastPrinted>
  <dcterms:created xsi:type="dcterms:W3CDTF">2018-12-10T14:27:00Z</dcterms:created>
  <dcterms:modified xsi:type="dcterms:W3CDTF">2018-12-13T14:16:00Z</dcterms:modified>
</cp:coreProperties>
</file>